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top w:val="single" w:sz="4" w:space="0" w:color="000000"/>
          <w:bottom w:val="single" w:sz="4" w:space="0" w:color="000000"/>
          <w:insideH w:val="single" w:sz="4" w:space="0" w:color="000000"/>
        </w:tblBorders>
        <w:tblLayout w:type="fixed"/>
        <w:tblCellMar>
          <w:left w:w="0" w:type="dxa"/>
          <w:right w:w="0" w:type="dxa"/>
        </w:tblCellMar>
        <w:tblLook w:val="04A0" w:firstRow="1" w:lastRow="0" w:firstColumn="1" w:lastColumn="0" w:noHBand="0" w:noVBand="1"/>
      </w:tblPr>
      <w:tblGrid>
        <w:gridCol w:w="3486"/>
        <w:gridCol w:w="3415"/>
        <w:gridCol w:w="3305"/>
      </w:tblGrid>
      <w:tr w:rsidR="00D35CC3" w:rsidRPr="004C122B" w:rsidTr="00942505">
        <w:tc>
          <w:tcPr>
            <w:tcW w:w="3486" w:type="dxa"/>
            <w:tcBorders>
              <w:bottom w:val="single" w:sz="4" w:space="0" w:color="000000"/>
            </w:tcBorders>
            <w:shd w:val="clear" w:color="auto" w:fill="auto"/>
            <w:tcMar>
              <w:top w:w="85" w:type="dxa"/>
              <w:bottom w:w="85" w:type="dxa"/>
            </w:tcMar>
          </w:tcPr>
          <w:p w:rsidR="00D35CC3" w:rsidRDefault="00D35CC3" w:rsidP="00624106">
            <w:pPr>
              <w:pStyle w:val="CUSTOMBoldColumnHeading"/>
            </w:pPr>
            <w:bookmarkStart w:id="0" w:name="_GoBack"/>
            <w:bookmarkEnd w:id="0"/>
          </w:p>
        </w:tc>
        <w:tc>
          <w:tcPr>
            <w:tcW w:w="6720" w:type="dxa"/>
            <w:gridSpan w:val="2"/>
            <w:tcBorders>
              <w:bottom w:val="single" w:sz="4" w:space="0" w:color="000000"/>
            </w:tcBorders>
            <w:shd w:val="clear" w:color="auto" w:fill="auto"/>
            <w:tcMar>
              <w:top w:w="85" w:type="dxa"/>
              <w:bottom w:w="85" w:type="dxa"/>
            </w:tcMar>
          </w:tcPr>
          <w:p w:rsidR="00D35CC3" w:rsidRDefault="00D35CC3" w:rsidP="0091523A">
            <w:pPr>
              <w:pStyle w:val="CUSTOMBoldColumnHeading"/>
            </w:pPr>
          </w:p>
        </w:tc>
      </w:tr>
      <w:tr w:rsidR="004C122B" w:rsidRP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91523A">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91523A">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91523A">
            <w:pPr>
              <w:pStyle w:val="CUSTOMHeaderText"/>
            </w:pPr>
          </w:p>
        </w:tc>
      </w:tr>
      <w:tr w:rsid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91523A">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91523A">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91523A">
            <w:pPr>
              <w:pStyle w:val="CUSTOMHeaderText"/>
            </w:pPr>
          </w:p>
        </w:tc>
      </w:tr>
      <w:tr w:rsidR="00094718" w:rsidTr="00AC35E3">
        <w:tc>
          <w:tcPr>
            <w:tcW w:w="3486" w:type="dxa"/>
            <w:tcBorders>
              <w:top w:val="single" w:sz="4" w:space="0" w:color="000000"/>
              <w:bottom w:val="single" w:sz="4" w:space="0" w:color="000000"/>
            </w:tcBorders>
            <w:shd w:val="clear" w:color="auto" w:fill="auto"/>
            <w:tcMar>
              <w:top w:w="85" w:type="dxa"/>
              <w:bottom w:w="85" w:type="dxa"/>
            </w:tcMar>
          </w:tcPr>
          <w:p w:rsidR="00094718" w:rsidRDefault="00094718" w:rsidP="0091523A">
            <w:pPr>
              <w:pStyle w:val="CUSTOMHeaderText"/>
            </w:pPr>
          </w:p>
        </w:tc>
        <w:tc>
          <w:tcPr>
            <w:tcW w:w="6720" w:type="dxa"/>
            <w:gridSpan w:val="2"/>
            <w:tcBorders>
              <w:top w:val="single" w:sz="4" w:space="0" w:color="000000"/>
              <w:bottom w:val="single" w:sz="4" w:space="0" w:color="000000"/>
            </w:tcBorders>
            <w:shd w:val="clear" w:color="auto" w:fill="auto"/>
            <w:tcMar>
              <w:top w:w="85" w:type="dxa"/>
              <w:bottom w:w="85" w:type="dxa"/>
            </w:tcMar>
          </w:tcPr>
          <w:p w:rsidR="00094718" w:rsidRDefault="00094718" w:rsidP="0091523A">
            <w:pPr>
              <w:pStyle w:val="CUSTOMHeaderText"/>
            </w:pPr>
          </w:p>
        </w:tc>
      </w:tr>
      <w:tr w:rsidR="00094718" w:rsidTr="000B1B56">
        <w:tc>
          <w:tcPr>
            <w:tcW w:w="10206" w:type="dxa"/>
            <w:gridSpan w:val="3"/>
            <w:tcBorders>
              <w:top w:val="single" w:sz="4" w:space="0" w:color="000000"/>
              <w:bottom w:val="single" w:sz="4" w:space="0" w:color="000000"/>
            </w:tcBorders>
            <w:shd w:val="clear" w:color="auto" w:fill="auto"/>
            <w:tcMar>
              <w:top w:w="85" w:type="dxa"/>
              <w:bottom w:w="85" w:type="dxa"/>
            </w:tcMar>
          </w:tcPr>
          <w:p w:rsidR="00094718" w:rsidRDefault="00094718" w:rsidP="00813362">
            <w:pPr>
              <w:pStyle w:val="CUSTOMHeaderText"/>
            </w:pPr>
          </w:p>
        </w:tc>
      </w:tr>
      <w:tr w:rsidR="00813362" w:rsidRPr="008C4F7F" w:rsidTr="00942505">
        <w:tc>
          <w:tcPr>
            <w:tcW w:w="10206" w:type="dxa"/>
            <w:gridSpan w:val="3"/>
            <w:tcBorders>
              <w:top w:val="single" w:sz="4" w:space="0" w:color="000000"/>
              <w:bottom w:val="single" w:sz="4" w:space="0" w:color="000000"/>
            </w:tcBorders>
            <w:shd w:val="clear" w:color="auto" w:fill="auto"/>
            <w:tcMar>
              <w:top w:w="85" w:type="dxa"/>
              <w:bottom w:w="85" w:type="dxa"/>
            </w:tcMar>
          </w:tcPr>
          <w:p w:rsidR="00813362" w:rsidRDefault="00813362" w:rsidP="00096BBB">
            <w:pPr>
              <w:pStyle w:val="CUSTOMBoldColumnHeading"/>
            </w:pPr>
          </w:p>
        </w:tc>
      </w:tr>
      <w:tr w:rsidR="00813362" w:rsidRPr="004C122B" w:rsidTr="004677DC">
        <w:trPr>
          <w:trHeight w:hRule="exact" w:val="5670"/>
        </w:trPr>
        <w:tc>
          <w:tcPr>
            <w:tcW w:w="10206" w:type="dxa"/>
            <w:gridSpan w:val="3"/>
            <w:tcBorders>
              <w:top w:val="single" w:sz="4" w:space="0" w:color="000000"/>
              <w:bottom w:val="single" w:sz="4" w:space="0" w:color="000000"/>
            </w:tcBorders>
            <w:shd w:val="clear" w:color="auto" w:fill="auto"/>
            <w:tcMar>
              <w:top w:w="57" w:type="dxa"/>
              <w:bottom w:w="85" w:type="dxa"/>
            </w:tcMar>
          </w:tcPr>
          <w:p w:rsidR="00813362" w:rsidRPr="008C4F7F" w:rsidRDefault="00621781" w:rsidP="00DC01AB">
            <w:pPr>
              <w:pStyle w:val="CUSTOMNormal"/>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2559685</wp:posOffset>
                      </wp:positionH>
                      <wp:positionV relativeFrom="paragraph">
                        <wp:posOffset>1264920</wp:posOffset>
                      </wp:positionV>
                      <wp:extent cx="61595" cy="154305"/>
                      <wp:effectExtent l="13970" t="16510" r="10160" b="10160"/>
                      <wp:wrapNone/>
                      <wp:docPr id="33"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95" cy="154305"/>
                              </a:xfrm>
                              <a:custGeom>
                                <a:avLst/>
                                <a:gdLst>
                                  <a:gd name="T0" fmla="*/ 8 w 97"/>
                                  <a:gd name="T1" fmla="*/ 243 h 243"/>
                                  <a:gd name="T2" fmla="*/ 64 w 97"/>
                                  <a:gd name="T3" fmla="*/ 169 h 243"/>
                                  <a:gd name="T4" fmla="*/ 83 w 97"/>
                                  <a:gd name="T5" fmla="*/ 0 h 243"/>
                                  <a:gd name="T6" fmla="*/ 18 w 97"/>
                                  <a:gd name="T7" fmla="*/ 150 h 243"/>
                                  <a:gd name="T8" fmla="*/ 74 w 97"/>
                                  <a:gd name="T9" fmla="*/ 178 h 243"/>
                                </a:gdLst>
                                <a:ahLst/>
                                <a:cxnLst>
                                  <a:cxn ang="0">
                                    <a:pos x="T0" y="T1"/>
                                  </a:cxn>
                                  <a:cxn ang="0">
                                    <a:pos x="T2" y="T3"/>
                                  </a:cxn>
                                  <a:cxn ang="0">
                                    <a:pos x="T4" y="T5"/>
                                  </a:cxn>
                                  <a:cxn ang="0">
                                    <a:pos x="T6" y="T7"/>
                                  </a:cxn>
                                  <a:cxn ang="0">
                                    <a:pos x="T8" y="T9"/>
                                  </a:cxn>
                                </a:cxnLst>
                                <a:rect l="0" t="0" r="r" b="b"/>
                                <a:pathLst>
                                  <a:path w="97" h="243">
                                    <a:moveTo>
                                      <a:pt x="8" y="243"/>
                                    </a:moveTo>
                                    <a:cubicBezTo>
                                      <a:pt x="52" y="229"/>
                                      <a:pt x="51" y="211"/>
                                      <a:pt x="64" y="169"/>
                                    </a:cubicBezTo>
                                    <a:cubicBezTo>
                                      <a:pt x="77" y="74"/>
                                      <a:pt x="97" y="92"/>
                                      <a:pt x="83" y="0"/>
                                    </a:cubicBezTo>
                                    <a:cubicBezTo>
                                      <a:pt x="0" y="30"/>
                                      <a:pt x="26" y="36"/>
                                      <a:pt x="18" y="150"/>
                                    </a:cubicBezTo>
                                    <a:cubicBezTo>
                                      <a:pt x="31" y="217"/>
                                      <a:pt x="21" y="203"/>
                                      <a:pt x="74" y="178"/>
                                    </a:cubicBezTo>
                                  </a:path>
                                </a:pathLst>
                              </a:custGeom>
                              <a:solidFill>
                                <a:schemeClr val="tx1">
                                  <a:lumMod val="95000"/>
                                  <a:lumOff val="5000"/>
                                </a:schemeClr>
                              </a:solidFill>
                              <a:ln w="9525">
                                <a:solidFill>
                                  <a:schemeClr val="tx1">
                                    <a:lumMod val="95000"/>
                                    <a:lumOff val="500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201.55pt;margin-top:99.6pt;width:4.85pt;height:12.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7,2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" path="m8,243c52,229,51,211,64,169,77,74,97,92,83,,,30,26,36,18,150v13,67,3,53,56,28e" fillcolor="#0d0d0d [3069]" strokecolor="#0d0d0d [3069]">
                      <v:path arrowok="t" o:connecttype="custom" o:connectlocs="5080,154305;40640,107315;52705,0;11430,95250;46990,113030" o:connectangles="0,0,0,0,0"/>
                    </v:shape>
                  </w:pict>
                </mc:Fallback>
              </mc:AlternateContent>
            </w:r>
            <w:r>
              <w:rPr>
                <w:noProof/>
                <w:lang w:eastAsia="en-GB"/>
              </w:rPr>
              <mc:AlternateContent>
                <mc:Choice Requires="wps">
                  <w:drawing>
                    <wp:anchor distT="45720" distB="45720" distL="114300" distR="114300" simplePos="0" relativeHeight="251658240" behindDoc="0" locked="1" layoutInCell="1" allowOverlap="1">
                      <wp:simplePos x="0" y="0"/>
                      <wp:positionH relativeFrom="page">
                        <wp:posOffset>4507865</wp:posOffset>
                      </wp:positionH>
                      <wp:positionV relativeFrom="page">
                        <wp:posOffset>479425</wp:posOffset>
                      </wp:positionV>
                      <wp:extent cx="2021840" cy="1329055"/>
                      <wp:effectExtent l="0" t="2540" r="0" b="1905"/>
                      <wp:wrapNone/>
                      <wp:docPr id="3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1840" cy="13290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026FB" w:rsidRPr="00F835DA" w:rsidRDefault="002026FB" w:rsidP="00F26EC5">
                                  <w:pPr>
                                    <w:pStyle w:val="CUSTOMNormal"/>
                                    <w:tabs>
                                      <w:tab w:val="left" w:pos="392"/>
                                    </w:tabs>
                                    <w:rPr>
                                      <w:b/>
                                      <w:color w:val="000000"/>
                                      <w:sz w:val="14"/>
                                      <w:szCs w:val="14"/>
                                    </w:rPr>
                                  </w:pPr>
                                  <w:r>
                                    <w:rPr>
                                      <w:b/>
                                      <w:color w:val="000000"/>
                                      <w:sz w:val="14"/>
                                      <w:szCs w:val="14"/>
                                    </w:rPr>
                                    <w:t>LEFT</w:t>
                                  </w:r>
                                </w:p>
                                <w:p w:rsidR="002026FB" w:rsidRPr="00F835DA" w:rsidRDefault="002026FB" w:rsidP="00F26EC5">
                                  <w:pPr>
                                    <w:pStyle w:val="CUSTOMNormal"/>
                                    <w:tabs>
                                      <w:tab w:val="left" w:pos="392"/>
                                    </w:tabs>
                                    <w:rPr>
                                      <w:b/>
                                      <w:color w:val="000000"/>
                                      <w:sz w:val="14"/>
                                      <w:szCs w:val="14"/>
                                    </w:rPr>
                                  </w:pPr>
                                </w:p>
                                <w:p w:rsidR="002026FB" w:rsidRPr="00F26EC5" w:rsidRDefault="002026FB"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2026FB" w:rsidRPr="00F835DA" w:rsidRDefault="002026FB" w:rsidP="00F26EC5">
                                  <w:pPr>
                                    <w:pStyle w:val="CUSTOMNormal"/>
                                    <w:tabs>
                                      <w:tab w:val="left" w:pos="392"/>
                                    </w:tabs>
                                    <w:rPr>
                                      <w:b/>
                                      <w:color w:val="000000"/>
                                      <w:sz w:val="14"/>
                                      <w:szCs w:val="14"/>
                                    </w:rPr>
                                  </w:pPr>
                                </w:p>
                                <w:p w:rsidR="002026FB" w:rsidRDefault="002026FB" w:rsidP="002026FB">
                                  <w:pPr>
                                    <w:pStyle w:val="CUSTOMNormal"/>
                                    <w:tabs>
                                      <w:tab w:val="left" w:pos="1560"/>
                                    </w:tabs>
                                    <w:rPr>
                                      <w:color w:val="000000"/>
                                      <w:sz w:val="14"/>
                                      <w:szCs w:val="14"/>
                                      <w:lang w:val="es-ES"/>
                                    </w:rPr>
                                  </w:pPr>
                                  <w:r w:rsidRPr="002026FB">
                                    <w:rPr>
                                      <w:color w:val="000000"/>
                                      <w:sz w:val="14"/>
                                      <w:szCs w:val="14"/>
                                      <w:lang w:val="es-ES"/>
                                    </w:rPr>
                                    <w:t>Internal carotid (ICA)</w:t>
                                  </w:r>
                                  <w:r w:rsidRPr="002026FB">
                                    <w:rPr>
                                      <w:color w:val="000000"/>
                                      <w:sz w:val="14"/>
                                      <w:szCs w:val="14"/>
                                      <w:lang w:val="es-ES"/>
                                    </w:rPr>
                                    <w:tab/>
                                    <w:t>= No significant stenosis</w:t>
                                  </w:r>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External carotid (ECA)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Common carotid (CCA)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Vertebral artery (VA)</w:t>
                                  </w:r>
                                  <w:r>
                                    <w:rPr>
                                      <w:color w:val="000000"/>
                                      <w:sz w:val="14"/>
                                      <w:szCs w:val="14"/>
                                      <w:lang w:val="es-ES"/>
                                    </w:rPr>
                                    <w:tab/>
                                    <w:t xml:space="preserve">= </w:t>
                                  </w:r>
                                  <w:r w:rsidRPr="002026FB">
                                    <w:rPr>
                                      <w:b/>
                                      <w:color w:val="000000"/>
                                      <w:sz w:val="14"/>
                                      <w:szCs w:val="14"/>
                                      <w:lang w:val="es-ES"/>
                                    </w:rPr>
                                    <w:t>Antegrade flow</w:t>
                                  </w:r>
                                </w:p>
                                <w:p w:rsidR="002026FB" w:rsidRPr="002026FB" w:rsidRDefault="002026FB" w:rsidP="002026FB">
                                  <w:pPr>
                                    <w:pStyle w:val="CUSTOMNormal"/>
                                    <w:tabs>
                                      <w:tab w:val="left" w:pos="1560"/>
                                    </w:tabs>
                                    <w:rPr>
                                      <w:color w:val="000000"/>
                                      <w:sz w:val="14"/>
                                      <w:szCs w:val="14"/>
                                      <w:lang w:val="es-ES"/>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54.95pt;margin-top:37.75pt;width:159.2pt;height:104.6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" filled="f" stroked="f" strokeweight=".5pt">
                      <v:textbox style="mso-fit-shape-to-text:t" inset="0,0,0,0">
                        <w:txbxContent>
                          <w:p w:rsidR="002026FB" w:rsidRPr="00F835DA" w:rsidRDefault="002026FB" w:rsidP="00F26EC5">
                            <w:pPr>
                              <w:pStyle w:val="CUSTOMNormal"/>
                              <w:tabs>
                                <w:tab w:val="left" w:pos="392"/>
                              </w:tabs>
                              <w:rPr>
                                <w:b/>
                                <w:color w:val="000000"/>
                                <w:sz w:val="14"/>
                                <w:szCs w:val="14"/>
                              </w:rPr>
                            </w:pPr>
                            <w:r>
                              <w:rPr>
                                <w:b/>
                                <w:color w:val="000000"/>
                                <w:sz w:val="14"/>
                                <w:szCs w:val="14"/>
                              </w:rPr>
                              <w:t>LEFT</w:t>
                            </w:r>
                          </w:p>
                          <w:p w:rsidR="002026FB" w:rsidRPr="00F835DA" w:rsidRDefault="002026FB" w:rsidP="00F26EC5">
                            <w:pPr>
                              <w:pStyle w:val="CUSTOMNormal"/>
                              <w:tabs>
                                <w:tab w:val="left" w:pos="392"/>
                              </w:tabs>
                              <w:rPr>
                                <w:b/>
                                <w:color w:val="000000"/>
                                <w:sz w:val="14"/>
                                <w:szCs w:val="14"/>
                              </w:rPr>
                            </w:pPr>
                          </w:p>
                          <w:p w:rsidR="002026FB" w:rsidRPr="00F26EC5" w:rsidRDefault="002026FB"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2026FB" w:rsidRPr="00F835DA" w:rsidRDefault="002026FB" w:rsidP="00F26EC5">
                            <w:pPr>
                              <w:pStyle w:val="CUSTOMNormal"/>
                              <w:tabs>
                                <w:tab w:val="left" w:pos="392"/>
                              </w:tabs>
                              <w:rPr>
                                <w:b/>
                                <w:color w:val="000000"/>
                                <w:sz w:val="14"/>
                                <w:szCs w:val="14"/>
                              </w:rPr>
                            </w:pPr>
                          </w:p>
                          <w:p w:rsidR="002026FB" w:rsidRDefault="002026FB" w:rsidP="002026FB">
                            <w:pPr>
                              <w:pStyle w:val="CUSTOMNormal"/>
                              <w:tabs>
                                <w:tab w:val="left" w:pos="1560"/>
                              </w:tabs>
                              <w:rPr>
                                <w:color w:val="000000"/>
                                <w:sz w:val="14"/>
                                <w:szCs w:val="14"/>
                                <w:lang w:val="es-ES"/>
                              </w:rPr>
                            </w:pPr>
                            <w:proofErr w:type="spellStart"/>
                            <w:r w:rsidRPr="002026FB">
                              <w:rPr>
                                <w:color w:val="000000"/>
                                <w:sz w:val="14"/>
                                <w:szCs w:val="14"/>
                                <w:lang w:val="es-ES"/>
                              </w:rPr>
                              <w:t>Internal</w:t>
                            </w:r>
                            <w:proofErr w:type="spellEnd"/>
                            <w:r w:rsidRPr="002026FB">
                              <w:rPr>
                                <w:color w:val="000000"/>
                                <w:sz w:val="14"/>
                                <w:szCs w:val="14"/>
                                <w:lang w:val="es-ES"/>
                              </w:rPr>
                              <w:t xml:space="preserve"> </w:t>
                            </w:r>
                            <w:proofErr w:type="spellStart"/>
                            <w:r w:rsidRPr="002026FB">
                              <w:rPr>
                                <w:color w:val="000000"/>
                                <w:sz w:val="14"/>
                                <w:szCs w:val="14"/>
                                <w:lang w:val="es-ES"/>
                              </w:rPr>
                              <w:t>carotid</w:t>
                            </w:r>
                            <w:proofErr w:type="spellEnd"/>
                            <w:r w:rsidRPr="002026FB">
                              <w:rPr>
                                <w:color w:val="000000"/>
                                <w:sz w:val="14"/>
                                <w:szCs w:val="14"/>
                                <w:lang w:val="es-ES"/>
                              </w:rPr>
                              <w:t xml:space="preserve"> (ICA)</w:t>
                            </w:r>
                            <w:r w:rsidRPr="002026FB">
                              <w:rPr>
                                <w:color w:val="000000"/>
                                <w:sz w:val="14"/>
                                <w:szCs w:val="14"/>
                                <w:lang w:val="es-ES"/>
                              </w:rPr>
                              <w:tab/>
                              <w:t xml:space="preserve">= No </w:t>
                            </w:r>
                            <w:proofErr w:type="spellStart"/>
                            <w:r w:rsidRPr="002026FB">
                              <w:rPr>
                                <w:color w:val="000000"/>
                                <w:sz w:val="14"/>
                                <w:szCs w:val="14"/>
                                <w:lang w:val="es-ES"/>
                              </w:rPr>
                              <w:t>significant</w:t>
                            </w:r>
                            <w:proofErr w:type="spellEnd"/>
                            <w:r w:rsidRPr="002026FB">
                              <w:rPr>
                                <w:color w:val="000000"/>
                                <w:sz w:val="14"/>
                                <w:szCs w:val="14"/>
                                <w:lang w:val="es-ES"/>
                              </w:rPr>
                              <w:t xml:space="preserve"> </w:t>
                            </w:r>
                            <w:proofErr w:type="spellStart"/>
                            <w:r w:rsidRPr="002026FB">
                              <w:rPr>
                                <w:color w:val="000000"/>
                                <w:sz w:val="14"/>
                                <w:szCs w:val="14"/>
                                <w:lang w:val="es-ES"/>
                              </w:rPr>
                              <w:t>stenosis</w:t>
                            </w:r>
                            <w:proofErr w:type="spellEnd"/>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roofErr w:type="spellStart"/>
                            <w:r>
                              <w:rPr>
                                <w:color w:val="000000"/>
                                <w:sz w:val="14"/>
                                <w:szCs w:val="14"/>
                                <w:lang w:val="es-ES"/>
                              </w:rPr>
                              <w:t>External</w:t>
                            </w:r>
                            <w:proofErr w:type="spellEnd"/>
                            <w:r>
                              <w:rPr>
                                <w:color w:val="000000"/>
                                <w:sz w:val="14"/>
                                <w:szCs w:val="14"/>
                                <w:lang w:val="es-ES"/>
                              </w:rPr>
                              <w:t xml:space="preserve"> </w:t>
                            </w:r>
                            <w:proofErr w:type="spellStart"/>
                            <w:r>
                              <w:rPr>
                                <w:color w:val="000000"/>
                                <w:sz w:val="14"/>
                                <w:szCs w:val="14"/>
                                <w:lang w:val="es-ES"/>
                              </w:rPr>
                              <w:t>carotid</w:t>
                            </w:r>
                            <w:proofErr w:type="spellEnd"/>
                            <w:r>
                              <w:rPr>
                                <w:color w:val="000000"/>
                                <w:sz w:val="14"/>
                                <w:szCs w:val="14"/>
                                <w:lang w:val="es-ES"/>
                              </w:rPr>
                              <w:t xml:space="preserve"> (ECA)</w:t>
                            </w:r>
                            <w:r>
                              <w:rPr>
                                <w:color w:val="000000"/>
                                <w:sz w:val="14"/>
                                <w:szCs w:val="14"/>
                                <w:lang w:val="es-ES"/>
                              </w:rPr>
                              <w:tab/>
                              <w:t xml:space="preserve">= No </w:t>
                            </w:r>
                            <w:proofErr w:type="spellStart"/>
                            <w:r>
                              <w:rPr>
                                <w:color w:val="000000"/>
                                <w:sz w:val="14"/>
                                <w:szCs w:val="14"/>
                                <w:lang w:val="es-ES"/>
                              </w:rPr>
                              <w:t>significant</w:t>
                            </w:r>
                            <w:proofErr w:type="spellEnd"/>
                            <w:r>
                              <w:rPr>
                                <w:color w:val="000000"/>
                                <w:sz w:val="14"/>
                                <w:szCs w:val="14"/>
                                <w:lang w:val="es-ES"/>
                              </w:rPr>
                              <w:t xml:space="preserve"> </w:t>
                            </w:r>
                            <w:proofErr w:type="spellStart"/>
                            <w:r>
                              <w:rPr>
                                <w:color w:val="000000"/>
                                <w:sz w:val="14"/>
                                <w:szCs w:val="14"/>
                                <w:lang w:val="es-ES"/>
                              </w:rPr>
                              <w:t>stenosis</w:t>
                            </w:r>
                            <w:proofErr w:type="spellEnd"/>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roofErr w:type="spellStart"/>
                            <w:r>
                              <w:rPr>
                                <w:color w:val="000000"/>
                                <w:sz w:val="14"/>
                                <w:szCs w:val="14"/>
                                <w:lang w:val="es-ES"/>
                              </w:rPr>
                              <w:t>Common</w:t>
                            </w:r>
                            <w:proofErr w:type="spellEnd"/>
                            <w:r>
                              <w:rPr>
                                <w:color w:val="000000"/>
                                <w:sz w:val="14"/>
                                <w:szCs w:val="14"/>
                                <w:lang w:val="es-ES"/>
                              </w:rPr>
                              <w:t xml:space="preserve"> </w:t>
                            </w:r>
                            <w:proofErr w:type="spellStart"/>
                            <w:r>
                              <w:rPr>
                                <w:color w:val="000000"/>
                                <w:sz w:val="14"/>
                                <w:szCs w:val="14"/>
                                <w:lang w:val="es-ES"/>
                              </w:rPr>
                              <w:t>carotid</w:t>
                            </w:r>
                            <w:proofErr w:type="spellEnd"/>
                            <w:r>
                              <w:rPr>
                                <w:color w:val="000000"/>
                                <w:sz w:val="14"/>
                                <w:szCs w:val="14"/>
                                <w:lang w:val="es-ES"/>
                              </w:rPr>
                              <w:t xml:space="preserve"> (CCA)</w:t>
                            </w:r>
                            <w:r>
                              <w:rPr>
                                <w:color w:val="000000"/>
                                <w:sz w:val="14"/>
                                <w:szCs w:val="14"/>
                                <w:lang w:val="es-ES"/>
                              </w:rPr>
                              <w:tab/>
                              <w:t xml:space="preserve">= No </w:t>
                            </w:r>
                            <w:proofErr w:type="spellStart"/>
                            <w:r>
                              <w:rPr>
                                <w:color w:val="000000"/>
                                <w:sz w:val="14"/>
                                <w:szCs w:val="14"/>
                                <w:lang w:val="es-ES"/>
                              </w:rPr>
                              <w:t>significant</w:t>
                            </w:r>
                            <w:proofErr w:type="spellEnd"/>
                            <w:r>
                              <w:rPr>
                                <w:color w:val="000000"/>
                                <w:sz w:val="14"/>
                                <w:szCs w:val="14"/>
                                <w:lang w:val="es-ES"/>
                              </w:rPr>
                              <w:t xml:space="preserve"> </w:t>
                            </w:r>
                            <w:proofErr w:type="spellStart"/>
                            <w:r>
                              <w:rPr>
                                <w:color w:val="000000"/>
                                <w:sz w:val="14"/>
                                <w:szCs w:val="14"/>
                                <w:lang w:val="es-ES"/>
                              </w:rPr>
                              <w:t>stenosis</w:t>
                            </w:r>
                            <w:proofErr w:type="spellEnd"/>
                          </w:p>
                          <w:p w:rsidR="002026FB" w:rsidRDefault="002026FB"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 xml:space="preserve">Vertebral </w:t>
                            </w:r>
                            <w:proofErr w:type="spellStart"/>
                            <w:r>
                              <w:rPr>
                                <w:color w:val="000000"/>
                                <w:sz w:val="14"/>
                                <w:szCs w:val="14"/>
                                <w:lang w:val="es-ES"/>
                              </w:rPr>
                              <w:t>artery</w:t>
                            </w:r>
                            <w:proofErr w:type="spellEnd"/>
                            <w:r>
                              <w:rPr>
                                <w:color w:val="000000"/>
                                <w:sz w:val="14"/>
                                <w:szCs w:val="14"/>
                                <w:lang w:val="es-ES"/>
                              </w:rPr>
                              <w:t xml:space="preserve"> (VA)</w:t>
                            </w:r>
                            <w:r>
                              <w:rPr>
                                <w:color w:val="000000"/>
                                <w:sz w:val="14"/>
                                <w:szCs w:val="14"/>
                                <w:lang w:val="es-ES"/>
                              </w:rPr>
                              <w:tab/>
                              <w:t xml:space="preserve">= </w:t>
                            </w:r>
                            <w:r w:rsidRPr="002026FB">
                              <w:rPr>
                                <w:b/>
                                <w:color w:val="000000"/>
                                <w:sz w:val="14"/>
                                <w:szCs w:val="14"/>
                                <w:lang w:val="es-ES"/>
                              </w:rPr>
                              <w:t xml:space="preserve">Antegrade </w:t>
                            </w:r>
                            <w:proofErr w:type="spellStart"/>
                            <w:r w:rsidRPr="002026FB">
                              <w:rPr>
                                <w:b/>
                                <w:color w:val="000000"/>
                                <w:sz w:val="14"/>
                                <w:szCs w:val="14"/>
                                <w:lang w:val="es-ES"/>
                              </w:rPr>
                              <w:t>flow</w:t>
                            </w:r>
                            <w:proofErr w:type="spellEnd"/>
                          </w:p>
                          <w:p w:rsidR="002026FB" w:rsidRPr="002026FB" w:rsidRDefault="002026FB" w:rsidP="002026FB">
                            <w:pPr>
                              <w:pStyle w:val="CUSTOMNormal"/>
                              <w:tabs>
                                <w:tab w:val="left" w:pos="1560"/>
                              </w:tabs>
                              <w:rPr>
                                <w:color w:val="000000"/>
                                <w:sz w:val="14"/>
                                <w:szCs w:val="14"/>
                                <w:lang w:val="es-ES"/>
                              </w:rPr>
                            </w:pPr>
                          </w:p>
                        </w:txbxContent>
                      </v:textbox>
                      <w10:wrap anchorx="page" anchory="page"/>
                      <w10:anchorlock/>
                    </v:shape>
                  </w:pict>
                </mc:Fallback>
              </mc:AlternateContent>
            </w:r>
            <w:r>
              <w:rPr>
                <w:noProof/>
                <w:lang w:eastAsia="en-GB"/>
              </w:rPr>
              <mc:AlternateContent>
                <mc:Choice Requires="wps">
                  <w:drawing>
                    <wp:anchor distT="45720" distB="45720" distL="114300" distR="114300" simplePos="0" relativeHeight="251657216" behindDoc="0" locked="1" layoutInCell="1" allowOverlap="1">
                      <wp:simplePos x="0" y="0"/>
                      <wp:positionH relativeFrom="page">
                        <wp:posOffset>6985</wp:posOffset>
                      </wp:positionH>
                      <wp:positionV relativeFrom="page">
                        <wp:posOffset>479425</wp:posOffset>
                      </wp:positionV>
                      <wp:extent cx="2021840" cy="1329055"/>
                      <wp:effectExtent l="4445" t="2540" r="2540" b="1905"/>
                      <wp:wrapNone/>
                      <wp:docPr id="3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1840" cy="13290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26EC5" w:rsidRPr="00F835DA" w:rsidRDefault="00F26EC5" w:rsidP="00F26EC5">
                                  <w:pPr>
                                    <w:pStyle w:val="CUSTOMNormal"/>
                                    <w:tabs>
                                      <w:tab w:val="left" w:pos="392"/>
                                    </w:tabs>
                                    <w:rPr>
                                      <w:b/>
                                      <w:color w:val="000000"/>
                                      <w:sz w:val="14"/>
                                      <w:szCs w:val="14"/>
                                    </w:rPr>
                                  </w:pPr>
                                  <w:r>
                                    <w:rPr>
                                      <w:b/>
                                      <w:color w:val="000000"/>
                                      <w:sz w:val="14"/>
                                      <w:szCs w:val="14"/>
                                    </w:rPr>
                                    <w:t>RIGHT</w:t>
                                  </w:r>
                                </w:p>
                                <w:p w:rsidR="00F26EC5" w:rsidRPr="00F835DA" w:rsidRDefault="00F26EC5" w:rsidP="00F26EC5">
                                  <w:pPr>
                                    <w:pStyle w:val="CUSTOMNormal"/>
                                    <w:tabs>
                                      <w:tab w:val="left" w:pos="392"/>
                                    </w:tabs>
                                    <w:rPr>
                                      <w:b/>
                                      <w:color w:val="000000"/>
                                      <w:sz w:val="14"/>
                                      <w:szCs w:val="14"/>
                                    </w:rPr>
                                  </w:pPr>
                                </w:p>
                                <w:p w:rsidR="00F26EC5" w:rsidRPr="00F26EC5" w:rsidRDefault="00F26EC5"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F26EC5" w:rsidRPr="00F835DA" w:rsidRDefault="00F26EC5" w:rsidP="00F26EC5">
                                  <w:pPr>
                                    <w:pStyle w:val="CUSTOMNormal"/>
                                    <w:tabs>
                                      <w:tab w:val="left" w:pos="392"/>
                                    </w:tabs>
                                    <w:rPr>
                                      <w:b/>
                                      <w:color w:val="000000"/>
                                      <w:sz w:val="14"/>
                                      <w:szCs w:val="14"/>
                                    </w:rPr>
                                  </w:pPr>
                                </w:p>
                                <w:p w:rsidR="00F26EC5" w:rsidRDefault="002026FB" w:rsidP="002026FB">
                                  <w:pPr>
                                    <w:pStyle w:val="CUSTOMNormal"/>
                                    <w:tabs>
                                      <w:tab w:val="left" w:pos="1560"/>
                                    </w:tabs>
                                    <w:rPr>
                                      <w:color w:val="000000"/>
                                      <w:sz w:val="14"/>
                                      <w:szCs w:val="14"/>
                                      <w:lang w:val="es-ES"/>
                                    </w:rPr>
                                  </w:pPr>
                                  <w:r w:rsidRPr="002026FB">
                                    <w:rPr>
                                      <w:color w:val="000000"/>
                                      <w:sz w:val="14"/>
                                      <w:szCs w:val="14"/>
                                      <w:lang w:val="es-ES"/>
                                    </w:rPr>
                                    <w:t>Internal carotid (ICA)</w:t>
                                  </w:r>
                                  <w:r w:rsidRPr="002026FB">
                                    <w:rPr>
                                      <w:color w:val="000000"/>
                                      <w:sz w:val="14"/>
                                      <w:szCs w:val="14"/>
                                      <w:lang w:val="es-ES"/>
                                    </w:rPr>
                                    <w:tab/>
                                    <w:t>= No significant stenosis</w:t>
                                  </w:r>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External carotid (ECA)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91523A" w:rsidRDefault="002026FB" w:rsidP="002026FB">
                                  <w:pPr>
                                    <w:pStyle w:val="CUSTOMNormal"/>
                                    <w:tabs>
                                      <w:tab w:val="left" w:pos="1560"/>
                                    </w:tabs>
                                    <w:rPr>
                                      <w:color w:val="000000"/>
                                      <w:sz w:val="14"/>
                                      <w:szCs w:val="14"/>
                                      <w:lang w:val="es-ES"/>
                                    </w:rPr>
                                  </w:pPr>
                                  <w:r>
                                    <w:rPr>
                                      <w:color w:val="000000"/>
                                      <w:sz w:val="14"/>
                                      <w:szCs w:val="14"/>
                                      <w:lang w:val="es-ES"/>
                                    </w:rPr>
                                    <w:t>Common carotid (CCA)</w:t>
                                  </w:r>
                                  <w:r>
                                    <w:rPr>
                                      <w:color w:val="000000"/>
                                      <w:sz w:val="14"/>
                                      <w:szCs w:val="14"/>
                                      <w:lang w:val="es-ES"/>
                                    </w:rPr>
                                    <w:tab/>
                                    <w:t>= No significant stenosis</w:t>
                                  </w:r>
                                </w:p>
                                <w:p w:rsidR="0091523A" w:rsidRDefault="0091523A"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Vertebral artery (VA)</w:t>
                                  </w:r>
                                  <w:r>
                                    <w:rPr>
                                      <w:color w:val="000000"/>
                                      <w:sz w:val="14"/>
                                      <w:szCs w:val="14"/>
                                      <w:lang w:val="es-ES"/>
                                    </w:rPr>
                                    <w:tab/>
                                    <w:t xml:space="preserve">= </w:t>
                                  </w:r>
                                  <w:r w:rsidRPr="002026FB">
                                    <w:rPr>
                                      <w:b/>
                                      <w:color w:val="000000"/>
                                      <w:sz w:val="14"/>
                                      <w:szCs w:val="14"/>
                                      <w:lang w:val="es-ES"/>
                                    </w:rPr>
                                    <w:t>Antegrade flow</w:t>
                                  </w:r>
                                </w:p>
                                <w:p w:rsidR="002026FB" w:rsidRPr="002026FB" w:rsidRDefault="002026FB" w:rsidP="002026FB">
                                  <w:pPr>
                                    <w:pStyle w:val="CUSTOMNormal"/>
                                    <w:tabs>
                                      <w:tab w:val="left" w:pos="1560"/>
                                    </w:tabs>
                                    <w:rPr>
                                      <w:color w:val="000000"/>
                                      <w:sz w:val="14"/>
                                      <w:szCs w:val="14"/>
                                      <w:lang w:val="es-ES"/>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55pt;margin-top:37.75pt;width:159.2pt;height:104.6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" filled="f" stroked="f" strokeweight=".5pt">
                      <v:textbox style="mso-fit-shape-to-text:t" inset="0,0,0,0">
                        <w:txbxContent>
                          <w:p w:rsidR="00F26EC5" w:rsidRPr="00F835DA" w:rsidRDefault="00F26EC5" w:rsidP="00F26EC5">
                            <w:pPr>
                              <w:pStyle w:val="CUSTOMNormal"/>
                              <w:tabs>
                                <w:tab w:val="left" w:pos="392"/>
                              </w:tabs>
                              <w:rPr>
                                <w:b/>
                                <w:color w:val="000000"/>
                                <w:sz w:val="14"/>
                                <w:szCs w:val="14"/>
                              </w:rPr>
                            </w:pPr>
                            <w:r>
                              <w:rPr>
                                <w:b/>
                                <w:color w:val="000000"/>
                                <w:sz w:val="14"/>
                                <w:szCs w:val="14"/>
                              </w:rPr>
                              <w:t>RIGHT</w:t>
                            </w:r>
                          </w:p>
                          <w:p w:rsidR="00F26EC5" w:rsidRPr="00F835DA" w:rsidRDefault="00F26EC5" w:rsidP="00F26EC5">
                            <w:pPr>
                              <w:pStyle w:val="CUSTOMNormal"/>
                              <w:tabs>
                                <w:tab w:val="left" w:pos="392"/>
                              </w:tabs>
                              <w:rPr>
                                <w:b/>
                                <w:color w:val="000000"/>
                                <w:sz w:val="14"/>
                                <w:szCs w:val="14"/>
                              </w:rPr>
                            </w:pPr>
                          </w:p>
                          <w:p w:rsidR="00F26EC5" w:rsidRPr="00F26EC5" w:rsidRDefault="00F26EC5"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F26EC5" w:rsidRPr="00F835DA" w:rsidRDefault="00F26EC5" w:rsidP="00F26EC5">
                            <w:pPr>
                              <w:pStyle w:val="CUSTOMNormal"/>
                              <w:tabs>
                                <w:tab w:val="left" w:pos="392"/>
                              </w:tabs>
                              <w:rPr>
                                <w:b/>
                                <w:color w:val="000000"/>
                                <w:sz w:val="14"/>
                                <w:szCs w:val="14"/>
                              </w:rPr>
                            </w:pPr>
                          </w:p>
                          <w:p w:rsidR="00F26EC5" w:rsidRDefault="002026FB" w:rsidP="002026FB">
                            <w:pPr>
                              <w:pStyle w:val="CUSTOMNormal"/>
                              <w:tabs>
                                <w:tab w:val="left" w:pos="1560"/>
                              </w:tabs>
                              <w:rPr>
                                <w:color w:val="000000"/>
                                <w:sz w:val="14"/>
                                <w:szCs w:val="14"/>
                                <w:lang w:val="es-ES"/>
                              </w:rPr>
                            </w:pPr>
                            <w:proofErr w:type="spellStart"/>
                            <w:r w:rsidRPr="002026FB">
                              <w:rPr>
                                <w:color w:val="000000"/>
                                <w:sz w:val="14"/>
                                <w:szCs w:val="14"/>
                                <w:lang w:val="es-ES"/>
                              </w:rPr>
                              <w:t>Internal</w:t>
                            </w:r>
                            <w:proofErr w:type="spellEnd"/>
                            <w:r w:rsidRPr="002026FB">
                              <w:rPr>
                                <w:color w:val="000000"/>
                                <w:sz w:val="14"/>
                                <w:szCs w:val="14"/>
                                <w:lang w:val="es-ES"/>
                              </w:rPr>
                              <w:t xml:space="preserve"> </w:t>
                            </w:r>
                            <w:proofErr w:type="spellStart"/>
                            <w:r w:rsidRPr="002026FB">
                              <w:rPr>
                                <w:color w:val="000000"/>
                                <w:sz w:val="14"/>
                                <w:szCs w:val="14"/>
                                <w:lang w:val="es-ES"/>
                              </w:rPr>
                              <w:t>carotid</w:t>
                            </w:r>
                            <w:proofErr w:type="spellEnd"/>
                            <w:r w:rsidRPr="002026FB">
                              <w:rPr>
                                <w:color w:val="000000"/>
                                <w:sz w:val="14"/>
                                <w:szCs w:val="14"/>
                                <w:lang w:val="es-ES"/>
                              </w:rPr>
                              <w:t xml:space="preserve"> (ICA)</w:t>
                            </w:r>
                            <w:r w:rsidRPr="002026FB">
                              <w:rPr>
                                <w:color w:val="000000"/>
                                <w:sz w:val="14"/>
                                <w:szCs w:val="14"/>
                                <w:lang w:val="es-ES"/>
                              </w:rPr>
                              <w:tab/>
                              <w:t xml:space="preserve">= No </w:t>
                            </w:r>
                            <w:proofErr w:type="spellStart"/>
                            <w:r w:rsidRPr="002026FB">
                              <w:rPr>
                                <w:color w:val="000000"/>
                                <w:sz w:val="14"/>
                                <w:szCs w:val="14"/>
                                <w:lang w:val="es-ES"/>
                              </w:rPr>
                              <w:t>significant</w:t>
                            </w:r>
                            <w:proofErr w:type="spellEnd"/>
                            <w:r w:rsidRPr="002026FB">
                              <w:rPr>
                                <w:color w:val="000000"/>
                                <w:sz w:val="14"/>
                                <w:szCs w:val="14"/>
                                <w:lang w:val="es-ES"/>
                              </w:rPr>
                              <w:t xml:space="preserve"> </w:t>
                            </w:r>
                            <w:proofErr w:type="spellStart"/>
                            <w:r w:rsidRPr="002026FB">
                              <w:rPr>
                                <w:color w:val="000000"/>
                                <w:sz w:val="14"/>
                                <w:szCs w:val="14"/>
                                <w:lang w:val="es-ES"/>
                              </w:rPr>
                              <w:t>stenosis</w:t>
                            </w:r>
                            <w:proofErr w:type="spellEnd"/>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roofErr w:type="spellStart"/>
                            <w:r>
                              <w:rPr>
                                <w:color w:val="000000"/>
                                <w:sz w:val="14"/>
                                <w:szCs w:val="14"/>
                                <w:lang w:val="es-ES"/>
                              </w:rPr>
                              <w:t>External</w:t>
                            </w:r>
                            <w:proofErr w:type="spellEnd"/>
                            <w:r>
                              <w:rPr>
                                <w:color w:val="000000"/>
                                <w:sz w:val="14"/>
                                <w:szCs w:val="14"/>
                                <w:lang w:val="es-ES"/>
                              </w:rPr>
                              <w:t xml:space="preserve"> </w:t>
                            </w:r>
                            <w:proofErr w:type="spellStart"/>
                            <w:r>
                              <w:rPr>
                                <w:color w:val="000000"/>
                                <w:sz w:val="14"/>
                                <w:szCs w:val="14"/>
                                <w:lang w:val="es-ES"/>
                              </w:rPr>
                              <w:t>carotid</w:t>
                            </w:r>
                            <w:proofErr w:type="spellEnd"/>
                            <w:r>
                              <w:rPr>
                                <w:color w:val="000000"/>
                                <w:sz w:val="14"/>
                                <w:szCs w:val="14"/>
                                <w:lang w:val="es-ES"/>
                              </w:rPr>
                              <w:t xml:space="preserve"> (ECA)</w:t>
                            </w:r>
                            <w:r>
                              <w:rPr>
                                <w:color w:val="000000"/>
                                <w:sz w:val="14"/>
                                <w:szCs w:val="14"/>
                                <w:lang w:val="es-ES"/>
                              </w:rPr>
                              <w:tab/>
                              <w:t xml:space="preserve">= No </w:t>
                            </w:r>
                            <w:proofErr w:type="spellStart"/>
                            <w:r>
                              <w:rPr>
                                <w:color w:val="000000"/>
                                <w:sz w:val="14"/>
                                <w:szCs w:val="14"/>
                                <w:lang w:val="es-ES"/>
                              </w:rPr>
                              <w:t>significant</w:t>
                            </w:r>
                            <w:proofErr w:type="spellEnd"/>
                            <w:r>
                              <w:rPr>
                                <w:color w:val="000000"/>
                                <w:sz w:val="14"/>
                                <w:szCs w:val="14"/>
                                <w:lang w:val="es-ES"/>
                              </w:rPr>
                              <w:t xml:space="preserve"> </w:t>
                            </w:r>
                            <w:proofErr w:type="spellStart"/>
                            <w:r>
                              <w:rPr>
                                <w:color w:val="000000"/>
                                <w:sz w:val="14"/>
                                <w:szCs w:val="14"/>
                                <w:lang w:val="es-ES"/>
                              </w:rPr>
                              <w:t>stenosis</w:t>
                            </w:r>
                            <w:proofErr w:type="spellEnd"/>
                          </w:p>
                          <w:p w:rsidR="002026FB" w:rsidRDefault="002026FB" w:rsidP="002026FB">
                            <w:pPr>
                              <w:pStyle w:val="CUSTOMNormal"/>
                              <w:tabs>
                                <w:tab w:val="left" w:pos="1560"/>
                              </w:tabs>
                              <w:rPr>
                                <w:color w:val="000000"/>
                                <w:sz w:val="14"/>
                                <w:szCs w:val="14"/>
                                <w:lang w:val="es-ES"/>
                              </w:rPr>
                            </w:pPr>
                          </w:p>
                          <w:p w:rsidR="0091523A" w:rsidRDefault="002026FB" w:rsidP="002026FB">
                            <w:pPr>
                              <w:pStyle w:val="CUSTOMNormal"/>
                              <w:tabs>
                                <w:tab w:val="left" w:pos="1560"/>
                              </w:tabs>
                              <w:rPr>
                                <w:color w:val="000000"/>
                                <w:sz w:val="14"/>
                                <w:szCs w:val="14"/>
                                <w:lang w:val="es-ES"/>
                              </w:rPr>
                            </w:pPr>
                            <w:proofErr w:type="spellStart"/>
                            <w:r>
                              <w:rPr>
                                <w:color w:val="000000"/>
                                <w:sz w:val="14"/>
                                <w:szCs w:val="14"/>
                                <w:lang w:val="es-ES"/>
                              </w:rPr>
                              <w:t>Common</w:t>
                            </w:r>
                            <w:proofErr w:type="spellEnd"/>
                            <w:r>
                              <w:rPr>
                                <w:color w:val="000000"/>
                                <w:sz w:val="14"/>
                                <w:szCs w:val="14"/>
                                <w:lang w:val="es-ES"/>
                              </w:rPr>
                              <w:t xml:space="preserve"> </w:t>
                            </w:r>
                            <w:proofErr w:type="spellStart"/>
                            <w:r>
                              <w:rPr>
                                <w:color w:val="000000"/>
                                <w:sz w:val="14"/>
                                <w:szCs w:val="14"/>
                                <w:lang w:val="es-ES"/>
                              </w:rPr>
                              <w:t>carotid</w:t>
                            </w:r>
                            <w:proofErr w:type="spellEnd"/>
                            <w:r>
                              <w:rPr>
                                <w:color w:val="000000"/>
                                <w:sz w:val="14"/>
                                <w:szCs w:val="14"/>
                                <w:lang w:val="es-ES"/>
                              </w:rPr>
                              <w:t xml:space="preserve"> (CCA)</w:t>
                            </w:r>
                            <w:r>
                              <w:rPr>
                                <w:color w:val="000000"/>
                                <w:sz w:val="14"/>
                                <w:szCs w:val="14"/>
                                <w:lang w:val="es-ES"/>
                              </w:rPr>
                              <w:tab/>
                              <w:t xml:space="preserve">= No </w:t>
                            </w:r>
                            <w:proofErr w:type="spellStart"/>
                            <w:r>
                              <w:rPr>
                                <w:color w:val="000000"/>
                                <w:sz w:val="14"/>
                                <w:szCs w:val="14"/>
                                <w:lang w:val="es-ES"/>
                              </w:rPr>
                              <w:t>significant</w:t>
                            </w:r>
                            <w:proofErr w:type="spellEnd"/>
                            <w:r>
                              <w:rPr>
                                <w:color w:val="000000"/>
                                <w:sz w:val="14"/>
                                <w:szCs w:val="14"/>
                                <w:lang w:val="es-ES"/>
                              </w:rPr>
                              <w:t xml:space="preserve"> </w:t>
                            </w:r>
                            <w:proofErr w:type="spellStart"/>
                            <w:r>
                              <w:rPr>
                                <w:color w:val="000000"/>
                                <w:sz w:val="14"/>
                                <w:szCs w:val="14"/>
                                <w:lang w:val="es-ES"/>
                              </w:rPr>
                              <w:t>stenosis</w:t>
                            </w:r>
                            <w:proofErr w:type="spellEnd"/>
                          </w:p>
                          <w:p w:rsidR="0091523A" w:rsidRDefault="0091523A"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 xml:space="preserve">Vertebral </w:t>
                            </w:r>
                            <w:proofErr w:type="spellStart"/>
                            <w:r>
                              <w:rPr>
                                <w:color w:val="000000"/>
                                <w:sz w:val="14"/>
                                <w:szCs w:val="14"/>
                                <w:lang w:val="es-ES"/>
                              </w:rPr>
                              <w:t>artery</w:t>
                            </w:r>
                            <w:proofErr w:type="spellEnd"/>
                            <w:r>
                              <w:rPr>
                                <w:color w:val="000000"/>
                                <w:sz w:val="14"/>
                                <w:szCs w:val="14"/>
                                <w:lang w:val="es-ES"/>
                              </w:rPr>
                              <w:t xml:space="preserve"> (VA)</w:t>
                            </w:r>
                            <w:r>
                              <w:rPr>
                                <w:color w:val="000000"/>
                                <w:sz w:val="14"/>
                                <w:szCs w:val="14"/>
                                <w:lang w:val="es-ES"/>
                              </w:rPr>
                              <w:tab/>
                              <w:t xml:space="preserve">= </w:t>
                            </w:r>
                            <w:r w:rsidRPr="002026FB">
                              <w:rPr>
                                <w:b/>
                                <w:color w:val="000000"/>
                                <w:sz w:val="14"/>
                                <w:szCs w:val="14"/>
                                <w:lang w:val="es-ES"/>
                              </w:rPr>
                              <w:t xml:space="preserve">Antegrade </w:t>
                            </w:r>
                            <w:proofErr w:type="spellStart"/>
                            <w:r w:rsidRPr="002026FB">
                              <w:rPr>
                                <w:b/>
                                <w:color w:val="000000"/>
                                <w:sz w:val="14"/>
                                <w:szCs w:val="14"/>
                                <w:lang w:val="es-ES"/>
                              </w:rPr>
                              <w:t>flow</w:t>
                            </w:r>
                            <w:proofErr w:type="spellEnd"/>
                          </w:p>
                          <w:p w:rsidR="002026FB" w:rsidRPr="002026FB" w:rsidRDefault="002026FB" w:rsidP="002026FB">
                            <w:pPr>
                              <w:pStyle w:val="CUSTOMNormal"/>
                              <w:tabs>
                                <w:tab w:val="left" w:pos="1560"/>
                              </w:tabs>
                              <w:rPr>
                                <w:color w:val="000000"/>
                                <w:sz w:val="14"/>
                                <w:szCs w:val="14"/>
                                <w:lang w:val="es-ES"/>
                              </w:rPr>
                            </w:pPr>
                          </w:p>
                        </w:txbxContent>
                      </v:textbox>
                      <w10:wrap anchorx="page" anchory="page"/>
                      <w10:anchorlock/>
                    </v:shape>
                  </w:pict>
                </mc:Fallback>
              </mc:AlternateContent>
            </w:r>
          </w:p>
        </w:tc>
      </w:tr>
      <w:tr w:rsidR="009E0202" w:rsidTr="004677DC">
        <w:trPr>
          <w:trHeight w:hRule="exact" w:val="4253"/>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9E0202" w:rsidRPr="00FB6C7C" w:rsidRDefault="009E0202" w:rsidP="00DC01AB">
            <w:pPr>
              <w:pStyle w:val="CUSTOMBoldColumnHeading"/>
              <w:spacing w:after="60"/>
              <w:rPr>
                <w:sz w:val="21"/>
                <w:szCs w:val="21"/>
              </w:rPr>
            </w:pPr>
            <w:r w:rsidRPr="00FB6C7C">
              <w:rPr>
                <w:sz w:val="21"/>
                <w:szCs w:val="21"/>
              </w:rPr>
              <w:t>Report:</w:t>
            </w:r>
          </w:p>
          <w:p w:rsidR="0091523A" w:rsidRPr="00BE6283" w:rsidRDefault="0091523A" w:rsidP="0091523A">
            <w:pPr>
              <w:jc w:val="both"/>
              <w:rPr>
                <w:b/>
                <w:sz w:val="22"/>
                <w:u w:val="single"/>
                <w:lang w:val="en-GB"/>
              </w:rPr>
            </w:pPr>
            <w:r w:rsidRPr="00BE6283">
              <w:rPr>
                <w:b/>
                <w:u w:val="single"/>
                <w:lang w:val="en-GB"/>
              </w:rPr>
              <w:fldChar w:fldCharType="begin"/>
            </w:r>
            <w:r w:rsidRPr="00BE6283">
              <w:rPr>
                <w:b/>
                <w:u w:val="single"/>
                <w:lang w:val="en-GB"/>
              </w:rPr>
              <w:instrText xml:space="preserve"> AUTOTEXT  exams.names  \* MERGEFORMAT </w:instrText>
            </w:r>
            <w:r w:rsidRPr="00BE6283">
              <w:rPr>
                <w:b/>
                <w:u w:val="single"/>
                <w:lang w:val="en-GB"/>
              </w:rPr>
              <w:fldChar w:fldCharType="separate"/>
            </w:r>
            <w:r w:rsidRPr="00BE6283">
              <w:rPr>
                <w:b/>
                <w:u w:val="single"/>
                <w:lang w:val="en-GB"/>
              </w:rPr>
              <w:t>US Doppler carotid artery Both</w:t>
            </w:r>
            <w:r w:rsidRPr="00BE6283">
              <w:rPr>
                <w:b/>
                <w:u w:val="single"/>
                <w:lang w:val="en-GB"/>
              </w:rPr>
              <w:fldChar w:fldCharType="end"/>
            </w:r>
            <w:r>
              <w:rPr>
                <w:b/>
                <w:u w:val="single"/>
                <w:lang w:val="en-GB"/>
              </w:rPr>
              <w:t>:</w:t>
            </w:r>
          </w:p>
          <w:p w:rsidR="0091523A" w:rsidRDefault="0091523A" w:rsidP="0091523A">
            <w:pPr>
              <w:jc w:val="both"/>
              <w:rPr>
                <w:b/>
                <w:sz w:val="22"/>
                <w:u w:val="single"/>
                <w:lang w:val="en-GB"/>
              </w:rPr>
            </w:pPr>
          </w:p>
          <w:p w:rsidR="0091523A" w:rsidRPr="00A70E50" w:rsidRDefault="0091523A" w:rsidP="0091523A">
            <w:pPr>
              <w:jc w:val="both"/>
              <w:rPr>
                <w:b/>
                <w:sz w:val="22"/>
                <w:u w:val="single"/>
                <w:lang w:val="en-GB"/>
              </w:rPr>
            </w:pPr>
            <w:r w:rsidRPr="00A70E50">
              <w:rPr>
                <w:b/>
                <w:sz w:val="22"/>
                <w:u w:val="single"/>
                <w:lang w:val="en-GB"/>
              </w:rPr>
              <w:t>RIGHT:</w:t>
            </w:r>
          </w:p>
          <w:p w:rsidR="0091523A" w:rsidRDefault="0091523A" w:rsidP="0091523A">
            <w:pPr>
              <w:jc w:val="both"/>
              <w:rPr>
                <w:lang w:val="en-GB"/>
              </w:rPr>
            </w:pPr>
            <w:r>
              <w:rPr>
                <w:lang w:val="en-GB"/>
              </w:rPr>
              <w:t>The Common (CCA), External (ECA) and Internal (ICA) Carotid arteries are all patent with no significant stenosis detected. A mild amount of</w:t>
            </w:r>
            <w:r w:rsidR="00621781">
              <w:rPr>
                <w:lang w:val="en-GB"/>
              </w:rPr>
              <w:t xml:space="preserve"> heterogeneous</w:t>
            </w:r>
            <w:r>
              <w:rPr>
                <w:lang w:val="en-GB"/>
              </w:rPr>
              <w:t xml:space="preserve"> atheroma imaged within the bulb and proximal Internal Carotid artery not causing any significant stenosis. </w:t>
            </w:r>
            <w:r w:rsidR="00621781">
              <w:rPr>
                <w:lang w:val="en-GB"/>
              </w:rPr>
              <w:t xml:space="preserve">Furthermore the artery is tortuous distally. </w:t>
            </w:r>
          </w:p>
          <w:p w:rsidR="0091523A" w:rsidRDefault="003121A5" w:rsidP="0091523A">
            <w:pPr>
              <w:tabs>
                <w:tab w:val="left" w:pos="1875"/>
              </w:tabs>
              <w:jc w:val="both"/>
              <w:rPr>
                <w:lang w:val="en-GB"/>
              </w:rPr>
            </w:pPr>
            <w:r>
              <w:rPr>
                <w:lang w:val="en-GB"/>
              </w:rPr>
              <w:t>ICA PSV=97</w:t>
            </w:r>
            <w:r w:rsidR="0091523A">
              <w:rPr>
                <w:lang w:val="en-GB"/>
              </w:rPr>
              <w:t>cm/s</w:t>
            </w:r>
            <w:r w:rsidR="0091523A">
              <w:rPr>
                <w:lang w:val="en-GB"/>
              </w:rPr>
              <w:tab/>
            </w:r>
          </w:p>
          <w:p w:rsidR="0091523A" w:rsidRDefault="0091523A" w:rsidP="0091523A">
            <w:pPr>
              <w:jc w:val="both"/>
              <w:rPr>
                <w:lang w:val="en-GB"/>
              </w:rPr>
            </w:pPr>
            <w:r>
              <w:rPr>
                <w:lang w:val="en-GB"/>
              </w:rPr>
              <w:t xml:space="preserve">ICA EDV= </w:t>
            </w:r>
            <w:r w:rsidR="003121A5">
              <w:rPr>
                <w:lang w:val="en-GB"/>
              </w:rPr>
              <w:t>13</w:t>
            </w:r>
            <w:r>
              <w:rPr>
                <w:lang w:val="en-GB"/>
              </w:rPr>
              <w:t>cm/s</w:t>
            </w:r>
          </w:p>
          <w:p w:rsidR="009E0202" w:rsidRPr="00621781" w:rsidRDefault="0091523A" w:rsidP="00621781">
            <w:pPr>
              <w:jc w:val="both"/>
              <w:rPr>
                <w:lang w:val="en-GB"/>
              </w:rPr>
            </w:pPr>
            <w:r>
              <w:rPr>
                <w:lang w:val="en-GB"/>
              </w:rPr>
              <w:t>The vertebral artery is patent with antegrade flo</w:t>
            </w:r>
            <w:r w:rsidR="00621781">
              <w:rPr>
                <w:lang w:val="en-GB"/>
              </w:rPr>
              <w:t xml:space="preserve">w demonstrated. </w:t>
            </w:r>
          </w:p>
        </w:tc>
      </w:tr>
      <w:tr w:rsidR="009D4370" w:rsidTr="00DC01AB">
        <w:trPr>
          <w:trHeight w:hRule="exact" w:val="12134"/>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621781" w:rsidRPr="00A70E50" w:rsidRDefault="00621781" w:rsidP="00621781">
            <w:pPr>
              <w:jc w:val="both"/>
              <w:rPr>
                <w:b/>
                <w:sz w:val="22"/>
                <w:u w:val="single"/>
                <w:lang w:val="en-GB"/>
              </w:rPr>
            </w:pPr>
            <w:r w:rsidRPr="00A70E50">
              <w:rPr>
                <w:b/>
                <w:sz w:val="22"/>
                <w:u w:val="single"/>
                <w:lang w:val="en-GB"/>
              </w:rPr>
              <w:lastRenderedPageBreak/>
              <w:t>LEFT:</w:t>
            </w:r>
          </w:p>
          <w:p w:rsidR="00621781" w:rsidRDefault="00621781" w:rsidP="00621781">
            <w:pPr>
              <w:jc w:val="both"/>
              <w:rPr>
                <w:lang w:val="en-GB"/>
              </w:rPr>
            </w:pPr>
            <w:r>
              <w:rPr>
                <w:lang w:val="en-GB"/>
              </w:rPr>
              <w:t>The Common (CCA), External (ECA) and Internal (ICA) Carotid arteries are all patent with no significant stenosis detected. Minimal amount of atheroma imaged within the bulb and proximal Internal Carotid artery not causing any significant stenosis. Furthermore the artery is tortuous distally.</w:t>
            </w:r>
          </w:p>
          <w:p w:rsidR="00621781" w:rsidRDefault="00621781" w:rsidP="00621781">
            <w:pPr>
              <w:jc w:val="both"/>
              <w:rPr>
                <w:lang w:val="en-GB"/>
              </w:rPr>
            </w:pPr>
            <w:r>
              <w:rPr>
                <w:lang w:val="en-GB"/>
              </w:rPr>
              <w:t>ICA PSV= 46cm/s</w:t>
            </w:r>
          </w:p>
          <w:p w:rsidR="00621781" w:rsidRDefault="00621781" w:rsidP="00621781">
            <w:pPr>
              <w:tabs>
                <w:tab w:val="left" w:pos="1942"/>
              </w:tabs>
              <w:jc w:val="both"/>
              <w:rPr>
                <w:lang w:val="en-GB"/>
              </w:rPr>
            </w:pPr>
            <w:r>
              <w:rPr>
                <w:lang w:val="en-GB"/>
              </w:rPr>
              <w:t>ICA EDV= 08cm/s</w:t>
            </w:r>
            <w:r>
              <w:rPr>
                <w:lang w:val="en-GB"/>
              </w:rPr>
              <w:tab/>
            </w:r>
          </w:p>
          <w:p w:rsidR="00621781" w:rsidRDefault="00621781" w:rsidP="00621781">
            <w:pPr>
              <w:jc w:val="both"/>
              <w:rPr>
                <w:lang w:val="en-GB"/>
              </w:rPr>
            </w:pPr>
            <w:r>
              <w:rPr>
                <w:lang w:val="en-GB"/>
              </w:rPr>
              <w:t xml:space="preserve">The vertebral artery is patent with antegrade flow demonstrated. </w:t>
            </w:r>
          </w:p>
          <w:p w:rsidR="00621781" w:rsidRDefault="00621781" w:rsidP="00621781">
            <w:pPr>
              <w:jc w:val="both"/>
              <w:rPr>
                <w:lang w:val="en-GB"/>
              </w:rPr>
            </w:pPr>
          </w:p>
          <w:p w:rsidR="009D4370" w:rsidRDefault="009D4370" w:rsidP="009D4370">
            <w:pPr>
              <w:pStyle w:val="CUSTOMColumnText"/>
            </w:pPr>
          </w:p>
        </w:tc>
      </w:tr>
    </w:tbl>
    <w:p w:rsidR="00F97841" w:rsidRDefault="00F97841" w:rsidP="008C4F7F">
      <w:pPr>
        <w:pStyle w:val="CUSTOMNormal"/>
      </w:pPr>
    </w:p>
    <w:sectPr w:rsidR="00F97841" w:rsidSect="00FB6C7C">
      <w:headerReference w:type="default" r:id="rId7"/>
      <w:headerReference w:type="first" r:id="rId8"/>
      <w:footerReference w:type="first" r:id="rId9"/>
      <w:pgSz w:w="11906" w:h="16838" w:code="9"/>
      <w:pgMar w:top="2892" w:right="851" w:bottom="1134" w:left="851" w:header="1276" w:footer="284" w:gutter="0"/>
      <w:pgBorders w:offsetFrom="page">
        <w:top w:val="double" w:sz="4" w:space="20" w:color="000000"/>
        <w:left w:val="double" w:sz="4" w:space="20" w:color="000000"/>
        <w:bottom w:val="double" w:sz="4" w:space="20" w:color="000000"/>
        <w:right w:val="double" w:sz="4" w:space="20" w:color="0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23A" w:rsidRDefault="0091523A" w:rsidP="005748E3">
      <w:r>
        <w:separator/>
      </w:r>
    </w:p>
  </w:endnote>
  <w:endnote w:type="continuationSeparator" w:id="0">
    <w:p w:rsidR="0091523A" w:rsidRDefault="0091523A" w:rsidP="00574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E3" w:rsidRDefault="00621781">
    <w:pPr>
      <w:pStyle w:val="Footer"/>
    </w:pPr>
    <w:r>
      <w:rPr>
        <w:noProof/>
        <w:lang w:eastAsia="en-GB"/>
      </w:rPr>
      <mc:AlternateContent>
        <mc:Choice Requires="wps">
          <w:drawing>
            <wp:anchor distT="0" distB="0" distL="114300" distR="114300" simplePos="0" relativeHeight="251653120" behindDoc="0" locked="0" layoutInCell="1" allowOverlap="1">
              <wp:simplePos x="0" y="0"/>
              <wp:positionH relativeFrom="column">
                <wp:posOffset>553720</wp:posOffset>
              </wp:positionH>
              <wp:positionV relativeFrom="paragraph">
                <wp:posOffset>-3642360</wp:posOffset>
              </wp:positionV>
              <wp:extent cx="348615" cy="153035"/>
              <wp:effectExtent l="8255" t="11430" r="5080" b="6985"/>
              <wp:wrapNone/>
              <wp:docPr id="20"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8615" cy="153035"/>
                      </a:xfrm>
                      <a:custGeom>
                        <a:avLst/>
                        <a:gdLst>
                          <a:gd name="T0" fmla="*/ 0 w 549"/>
                          <a:gd name="T1" fmla="*/ 241 h 241"/>
                          <a:gd name="T2" fmla="*/ 0 w 549"/>
                          <a:gd name="T3" fmla="*/ 31 h 241"/>
                          <a:gd name="T4" fmla="*/ 250 w 549"/>
                          <a:gd name="T5" fmla="*/ 106 h 241"/>
                          <a:gd name="T6" fmla="*/ 549 w 549"/>
                          <a:gd name="T7" fmla="*/ 14 h 241"/>
                          <a:gd name="T8" fmla="*/ 549 w 549"/>
                          <a:gd name="T9" fmla="*/ 241 h 241"/>
                          <a:gd name="T10" fmla="*/ 0 w 549"/>
                          <a:gd name="T11" fmla="*/ 241 h 241"/>
                        </a:gdLst>
                        <a:ahLst/>
                        <a:cxnLst>
                          <a:cxn ang="0">
                            <a:pos x="T0" y="T1"/>
                          </a:cxn>
                          <a:cxn ang="0">
                            <a:pos x="T2" y="T3"/>
                          </a:cxn>
                          <a:cxn ang="0">
                            <a:pos x="T4" y="T5"/>
                          </a:cxn>
                          <a:cxn ang="0">
                            <a:pos x="T6" y="T7"/>
                          </a:cxn>
                          <a:cxn ang="0">
                            <a:pos x="T8" y="T9"/>
                          </a:cxn>
                          <a:cxn ang="0">
                            <a:pos x="T10" y="T11"/>
                          </a:cxn>
                        </a:cxnLst>
                        <a:rect l="0" t="0" r="r" b="b"/>
                        <a:pathLst>
                          <a:path w="549" h="241">
                            <a:moveTo>
                              <a:pt x="0" y="241"/>
                            </a:moveTo>
                            <a:lnTo>
                              <a:pt x="0" y="31"/>
                            </a:lnTo>
                            <a:cubicBezTo>
                              <a:pt x="42" y="8"/>
                              <a:pt x="159" y="109"/>
                              <a:pt x="250" y="106"/>
                            </a:cubicBezTo>
                            <a:cubicBezTo>
                              <a:pt x="341" y="103"/>
                              <a:pt x="487" y="0"/>
                              <a:pt x="549" y="14"/>
                            </a:cubicBezTo>
                            <a:lnTo>
                              <a:pt x="549" y="241"/>
                            </a:lnTo>
                            <a:lnTo>
                              <a:pt x="0" y="2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2" o:spid="_x0000_s1026" style="position:absolute;margin-left:43.6pt;margin-top:-286.8pt;width:27.45pt;height:12.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9,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" path="m,241l,31c42,8,159,109,250,106,341,103,487,,549,14r,227l,241xe" fillcolor="black">
              <v:path arrowok="t" o:connecttype="custom" o:connectlocs="0,153035;0,19685;158750,67310;348615,8890;348615,153035;0,153035" o:connectangles="0,0,0,0,0,0"/>
            </v:shape>
          </w:pict>
        </mc:Fallback>
      </mc:AlternateContent>
    </w:r>
    <w:r>
      <w:rPr>
        <w:noProof/>
        <w:lang w:eastAsia="en-GB"/>
      </w:rPr>
      <mc:AlternateContent>
        <mc:Choice Requires="wps">
          <w:drawing>
            <wp:anchor distT="0" distB="0" distL="114300" distR="114300" simplePos="0" relativeHeight="251663360" behindDoc="1" locked="0" layoutInCell="1" allowOverlap="1">
              <wp:simplePos x="0" y="0"/>
              <wp:positionH relativeFrom="column">
                <wp:posOffset>3705860</wp:posOffset>
              </wp:positionH>
              <wp:positionV relativeFrom="paragraph">
                <wp:posOffset>-3759200</wp:posOffset>
              </wp:positionV>
              <wp:extent cx="635" cy="323850"/>
              <wp:effectExtent l="8255" t="8255" r="10795" b="10160"/>
              <wp:wrapNone/>
              <wp:docPr id="19"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35" cy="323850"/>
                      </a:xfrm>
                      <a:prstGeom prst="straightConnector1">
                        <a:avLst/>
                      </a:prstGeom>
                      <a:noFill/>
                      <a:ln w="12700">
                        <a:solidFill>
                          <a:srgbClr val="00B05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7" o:spid="_x0000_s1026" type="#_x0000_t32" style="position:absolute;margin-left:291.8pt;margin-top:-296pt;width:.05pt;height:25.5pt;rotation:-9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" strokecolor="#00b050" strokeweight="1pt">
              <v:stroke dashstyle="dash"/>
            </v:shape>
          </w:pict>
        </mc:Fallback>
      </mc:AlternateContent>
    </w:r>
    <w:r>
      <w:rPr>
        <w:noProof/>
        <w:lang w:eastAsia="en-GB"/>
      </w:rPr>
      <mc:AlternateContent>
        <mc:Choice Requires="wps">
          <w:drawing>
            <wp:anchor distT="0" distB="0" distL="114300" distR="114300" simplePos="0" relativeHeight="251661312" behindDoc="1" locked="0" layoutInCell="1" allowOverlap="1">
              <wp:simplePos x="0" y="0"/>
              <wp:positionH relativeFrom="column">
                <wp:posOffset>3705860</wp:posOffset>
              </wp:positionH>
              <wp:positionV relativeFrom="paragraph">
                <wp:posOffset>-3808730</wp:posOffset>
              </wp:positionV>
              <wp:extent cx="635" cy="323850"/>
              <wp:effectExtent l="8255" t="15875" r="10795" b="12065"/>
              <wp:wrapNone/>
              <wp:docPr id="1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35" cy="323850"/>
                      </a:xfrm>
                      <a:prstGeom prst="straightConnector1">
                        <a:avLst/>
                      </a:prstGeom>
                      <a:noFill/>
                      <a:ln w="12700">
                        <a:solidFill>
                          <a:srgbClr val="00B05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291.8pt;margin-top:-299.9pt;width:.05pt;height:25.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" strokecolor="#00b050" strokeweight="1pt">
              <v:stroke dashstyle="dash"/>
            </v:shape>
          </w:pict>
        </mc:Fallback>
      </mc:AlternateContent>
    </w:r>
    <w:r>
      <w:rPr>
        <w:noProof/>
        <w:lang w:eastAsia="en-GB"/>
      </w:rPr>
      <mc:AlternateContent>
        <mc:Choice Requires="wps">
          <w:drawing>
            <wp:anchor distT="0" distB="0" distL="114300" distR="114300" simplePos="0" relativeHeight="251662336" behindDoc="1" locked="0" layoutInCell="1" allowOverlap="1">
              <wp:simplePos x="0" y="0"/>
              <wp:positionH relativeFrom="column">
                <wp:posOffset>4850130</wp:posOffset>
              </wp:positionH>
              <wp:positionV relativeFrom="paragraph">
                <wp:posOffset>-3656965</wp:posOffset>
              </wp:positionV>
              <wp:extent cx="250825" cy="116840"/>
              <wp:effectExtent l="8890" t="15875" r="6985" b="10160"/>
              <wp:wrapNone/>
              <wp:docPr id="17"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0825" cy="116840"/>
                      </a:xfrm>
                      <a:prstGeom prst="curvedConnector3">
                        <a:avLst>
                          <a:gd name="adj1" fmla="val 49875"/>
                        </a:avLst>
                      </a:prstGeom>
                      <a:noFill/>
                      <a:ln w="12700">
                        <a:solidFill>
                          <a:srgbClr val="5F5F5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44" o:spid="_x0000_s1026" type="#_x0000_t38" style="position:absolute;margin-left:381.9pt;margin-top:-287.95pt;width:19.75pt;height:9.2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" adj="10773" strokecolor="#5f5f5f" strokeweight="1pt">
              <v:stroke dashstyle="1 1"/>
            </v:shape>
          </w:pict>
        </mc:Fallback>
      </mc:AlternateContent>
    </w:r>
    <w:r>
      <w:rPr>
        <w:noProof/>
        <w:lang w:eastAsia="en-GB"/>
      </w:rPr>
      <mc:AlternateContent>
        <mc:Choice Requires="wpg">
          <w:drawing>
            <wp:anchor distT="0" distB="0" distL="114300" distR="114300" simplePos="0" relativeHeight="251654144" behindDoc="1" locked="0" layoutInCell="1" allowOverlap="1">
              <wp:simplePos x="0" y="0"/>
              <wp:positionH relativeFrom="column">
                <wp:posOffset>553720</wp:posOffset>
              </wp:positionH>
              <wp:positionV relativeFrom="paragraph">
                <wp:posOffset>-3723640</wp:posOffset>
              </wp:positionV>
              <wp:extent cx="5325745" cy="274955"/>
              <wp:effectExtent l="8255" t="6350" r="0" b="4445"/>
              <wp:wrapNone/>
              <wp:docPr id="1"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5745" cy="274955"/>
                        <a:chOff x="1093" y="10240"/>
                        <a:chExt cx="8387" cy="433"/>
                      </a:xfrm>
                    </wpg:grpSpPr>
                    <wpg:grpSp>
                      <wpg:cNvPr id="4" name="Group 74"/>
                      <wpg:cNvGrpSpPr>
                        <a:grpSpLocks/>
                      </wpg:cNvGrpSpPr>
                      <wpg:grpSpPr bwMode="auto">
                        <a:xfrm>
                          <a:off x="1093" y="10240"/>
                          <a:ext cx="4480" cy="433"/>
                          <a:chOff x="1093" y="10240"/>
                          <a:chExt cx="4480" cy="433"/>
                        </a:xfrm>
                      </wpg:grpSpPr>
                      <wpg:grpSp>
                        <wpg:cNvPr id="5" name="Group 60"/>
                        <wpg:cNvGrpSpPr>
                          <a:grpSpLocks/>
                        </wpg:cNvGrpSpPr>
                        <wpg:grpSpPr bwMode="auto">
                          <a:xfrm>
                            <a:off x="1093" y="10240"/>
                            <a:ext cx="1671" cy="433"/>
                            <a:chOff x="1088" y="10239"/>
                            <a:chExt cx="1671" cy="433"/>
                          </a:xfrm>
                        </wpg:grpSpPr>
                        <wps:wsp>
                          <wps:cNvPr id="6" name="Rectangle 29"/>
                          <wps:cNvSpPr>
                            <a:spLocks noChangeArrowheads="1"/>
                          </wps:cNvSpPr>
                          <wps:spPr bwMode="auto">
                            <a:xfrm>
                              <a:off x="1088" y="10239"/>
                              <a:ext cx="549" cy="3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Text Box 30"/>
                          <wps:cNvSpPr txBox="1">
                            <a:spLocks noChangeArrowheads="1"/>
                          </wps:cNvSpPr>
                          <wps:spPr bwMode="auto">
                            <a:xfrm>
                              <a:off x="1761" y="10303"/>
                              <a:ext cx="998"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677DC" w:rsidRDefault="004677DC" w:rsidP="004677DC">
                                <w:pPr>
                                  <w:pStyle w:val="CUSTOMNormal"/>
                                  <w:tabs>
                                    <w:tab w:val="left" w:pos="392"/>
                                  </w:tabs>
                                  <w:rPr>
                                    <w:sz w:val="12"/>
                                    <w:szCs w:val="12"/>
                                  </w:rPr>
                                </w:pPr>
                                <w:r w:rsidRPr="00734451">
                                  <w:rPr>
                                    <w:sz w:val="12"/>
                                    <w:szCs w:val="12"/>
                                  </w:rPr>
                                  <w:t xml:space="preserve">Black </w:t>
                                </w:r>
                                <w:r w:rsidR="00244F78">
                                  <w:rPr>
                                    <w:sz w:val="12"/>
                                    <w:szCs w:val="12"/>
                                  </w:rPr>
                                  <w:t xml:space="preserve">material </w:t>
                                </w:r>
                                <w:r w:rsidR="00244F78">
                                  <w:rPr>
                                    <w:sz w:val="12"/>
                                    <w:szCs w:val="12"/>
                                  </w:rPr>
                                  <w:br/>
                                  <w:t>= Plaque volume</w:t>
                                </w:r>
                              </w:p>
                              <w:p w:rsidR="00244F78" w:rsidRPr="00734451" w:rsidRDefault="00244F78" w:rsidP="004677DC">
                                <w:pPr>
                                  <w:pStyle w:val="CUSTOMNormal"/>
                                  <w:tabs>
                                    <w:tab w:val="left" w:pos="392"/>
                                  </w:tabs>
                                  <w:rPr>
                                    <w:sz w:val="12"/>
                                    <w:szCs w:val="12"/>
                                  </w:rPr>
                                </w:pPr>
                              </w:p>
                            </w:txbxContent>
                          </wps:txbx>
                          <wps:bodyPr rot="0" vert="horz" wrap="square" lIns="0" tIns="0" rIns="0" bIns="0" anchor="t" anchorCtr="0" upright="1">
                            <a:noAutofit/>
                          </wps:bodyPr>
                        </wps:wsp>
                      </wpg:grpSp>
                      <wpg:grpSp>
                        <wpg:cNvPr id="8" name="Group 64"/>
                        <wpg:cNvGrpSpPr>
                          <a:grpSpLocks/>
                        </wpg:cNvGrpSpPr>
                        <wpg:grpSpPr bwMode="auto">
                          <a:xfrm>
                            <a:off x="3002" y="10240"/>
                            <a:ext cx="2571" cy="433"/>
                            <a:chOff x="3002" y="10240"/>
                            <a:chExt cx="2571" cy="433"/>
                          </a:xfrm>
                        </wpg:grpSpPr>
                        <wps:wsp>
                          <wps:cNvPr id="9" name="Rectangle 62"/>
                          <wps:cNvSpPr>
                            <a:spLocks noChangeArrowheads="1"/>
                          </wps:cNvSpPr>
                          <wps:spPr bwMode="auto">
                            <a:xfrm>
                              <a:off x="3002" y="10240"/>
                              <a:ext cx="549" cy="369"/>
                            </a:xfrm>
                            <a:prstGeom prst="rect">
                              <a:avLst/>
                            </a:prstGeom>
                            <a:solidFill>
                              <a:srgbClr val="B2B2B2"/>
                            </a:solidFill>
                            <a:ln w="6350">
                              <a:solidFill>
                                <a:srgbClr val="000000"/>
                              </a:solidFill>
                              <a:miter lim="800000"/>
                              <a:headEnd/>
                              <a:tailEnd/>
                            </a:ln>
                          </wps:spPr>
                          <wps:bodyPr rot="0" vert="horz" wrap="square" lIns="91440" tIns="45720" rIns="91440" bIns="45720" anchor="t" anchorCtr="0" upright="1">
                            <a:noAutofit/>
                          </wps:bodyPr>
                        </wps:wsp>
                        <wps:wsp>
                          <wps:cNvPr id="10" name="Text Box 63"/>
                          <wps:cNvSpPr txBox="1">
                            <a:spLocks noChangeArrowheads="1"/>
                          </wps:cNvSpPr>
                          <wps:spPr bwMode="auto">
                            <a:xfrm>
                              <a:off x="3675" y="10304"/>
                              <a:ext cx="1898"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44F78" w:rsidRDefault="00244F78" w:rsidP="004677DC">
                                <w:pPr>
                                  <w:pStyle w:val="CUSTOMNormal"/>
                                  <w:tabs>
                                    <w:tab w:val="left" w:pos="392"/>
                                  </w:tabs>
                                  <w:rPr>
                                    <w:sz w:val="12"/>
                                    <w:szCs w:val="12"/>
                                  </w:rPr>
                                </w:pPr>
                                <w:r>
                                  <w:rPr>
                                    <w:sz w:val="12"/>
                                    <w:szCs w:val="12"/>
                                  </w:rPr>
                                  <w:t>Medium grey fill throughout</w:t>
                                </w:r>
                              </w:p>
                              <w:p w:rsidR="00244F78" w:rsidRDefault="00244F78" w:rsidP="004677DC">
                                <w:pPr>
                                  <w:pStyle w:val="CUSTOMNormal"/>
                                  <w:tabs>
                                    <w:tab w:val="left" w:pos="392"/>
                                  </w:tabs>
                                  <w:rPr>
                                    <w:sz w:val="12"/>
                                    <w:szCs w:val="12"/>
                                  </w:rPr>
                                </w:pPr>
                                <w:r>
                                  <w:rPr>
                                    <w:sz w:val="12"/>
                                    <w:szCs w:val="12"/>
                                  </w:rPr>
                                  <w:t>= Not imaged/Acoustic shadowing</w:t>
                                </w:r>
                              </w:p>
                              <w:p w:rsidR="00244F78" w:rsidRPr="00734451" w:rsidRDefault="00244F78" w:rsidP="004677DC">
                                <w:pPr>
                                  <w:pStyle w:val="CUSTOMNormal"/>
                                  <w:tabs>
                                    <w:tab w:val="left" w:pos="392"/>
                                  </w:tabs>
                                  <w:rPr>
                                    <w:sz w:val="12"/>
                                    <w:szCs w:val="12"/>
                                  </w:rPr>
                                </w:pPr>
                              </w:p>
                            </w:txbxContent>
                          </wps:txbx>
                          <wps:bodyPr rot="0" vert="horz" wrap="square" lIns="0" tIns="0" rIns="0" bIns="0" anchor="t" anchorCtr="0" upright="1">
                            <a:noAutofit/>
                          </wps:bodyPr>
                        </wps:wsp>
                      </wpg:grpSp>
                    </wpg:grpSp>
                    <wpg:grpSp>
                      <wpg:cNvPr id="11" name="Group 75"/>
                      <wpg:cNvGrpSpPr>
                        <a:grpSpLocks/>
                      </wpg:cNvGrpSpPr>
                      <wpg:grpSpPr bwMode="auto">
                        <a:xfrm>
                          <a:off x="5785" y="10240"/>
                          <a:ext cx="3695" cy="433"/>
                          <a:chOff x="5785" y="10240"/>
                          <a:chExt cx="3695" cy="433"/>
                        </a:xfrm>
                      </wpg:grpSpPr>
                      <wpg:grpSp>
                        <wpg:cNvPr id="12" name="Group 70"/>
                        <wpg:cNvGrpSpPr>
                          <a:grpSpLocks/>
                        </wpg:cNvGrpSpPr>
                        <wpg:grpSpPr bwMode="auto">
                          <a:xfrm>
                            <a:off x="5785" y="10240"/>
                            <a:ext cx="1700" cy="433"/>
                            <a:chOff x="5785" y="10240"/>
                            <a:chExt cx="1700" cy="433"/>
                          </a:xfrm>
                        </wpg:grpSpPr>
                        <wps:wsp>
                          <wps:cNvPr id="13" name="Rectangle 66"/>
                          <wps:cNvSpPr>
                            <a:spLocks noChangeArrowheads="1"/>
                          </wps:cNvSpPr>
                          <wps:spPr bwMode="auto">
                            <a:xfrm>
                              <a:off x="5785" y="10240"/>
                              <a:ext cx="549" cy="3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B2B2B2"/>
                                  </a:solidFill>
                                </a14:hiddenFill>
                              </a:ext>
                            </a:extLst>
                          </wps:spPr>
                          <wps:bodyPr rot="0" vert="horz" wrap="square" lIns="91440" tIns="45720" rIns="91440" bIns="45720" anchor="t" anchorCtr="0" upright="1">
                            <a:noAutofit/>
                          </wps:bodyPr>
                        </wps:wsp>
                        <wps:wsp>
                          <wps:cNvPr id="14" name="Text Box 67"/>
                          <wps:cNvSpPr txBox="1">
                            <a:spLocks noChangeArrowheads="1"/>
                          </wps:cNvSpPr>
                          <wps:spPr bwMode="auto">
                            <a:xfrm>
                              <a:off x="6458" y="10304"/>
                              <a:ext cx="1027"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7694C" w:rsidRDefault="0027694C" w:rsidP="004677DC">
                                <w:pPr>
                                  <w:pStyle w:val="CUSTOMNormal"/>
                                  <w:tabs>
                                    <w:tab w:val="left" w:pos="392"/>
                                  </w:tabs>
                                  <w:rPr>
                                    <w:sz w:val="12"/>
                                    <w:szCs w:val="12"/>
                                  </w:rPr>
                                </w:pPr>
                                <w:r>
                                  <w:rPr>
                                    <w:sz w:val="12"/>
                                    <w:szCs w:val="12"/>
                                  </w:rPr>
                                  <w:t>Dashed green line</w:t>
                                </w:r>
                              </w:p>
                              <w:p w:rsidR="0027694C" w:rsidRDefault="0027694C" w:rsidP="004677DC">
                                <w:pPr>
                                  <w:pStyle w:val="CUSTOMNormal"/>
                                  <w:tabs>
                                    <w:tab w:val="left" w:pos="392"/>
                                  </w:tabs>
                                  <w:rPr>
                                    <w:sz w:val="12"/>
                                    <w:szCs w:val="12"/>
                                  </w:rPr>
                                </w:pPr>
                                <w:r>
                                  <w:rPr>
                                    <w:sz w:val="12"/>
                                    <w:szCs w:val="12"/>
                                  </w:rPr>
                                  <w:t>= Stent</w:t>
                                </w:r>
                              </w:p>
                              <w:p w:rsidR="0027694C" w:rsidRPr="00734451" w:rsidRDefault="0027694C" w:rsidP="004677DC">
                                <w:pPr>
                                  <w:pStyle w:val="CUSTOMNormal"/>
                                  <w:tabs>
                                    <w:tab w:val="left" w:pos="392"/>
                                  </w:tabs>
                                  <w:rPr>
                                    <w:sz w:val="12"/>
                                    <w:szCs w:val="12"/>
                                  </w:rPr>
                                </w:pPr>
                              </w:p>
                            </w:txbxContent>
                          </wps:txbx>
                          <wps:bodyPr rot="0" vert="horz" wrap="square" lIns="0" tIns="0" rIns="0" bIns="0" anchor="t" anchorCtr="0" upright="1">
                            <a:noAutofit/>
                          </wps:bodyPr>
                        </wps:wsp>
                      </wpg:grpSp>
                      <wpg:grpSp>
                        <wpg:cNvPr id="15" name="Group 71"/>
                        <wpg:cNvGrpSpPr>
                          <a:grpSpLocks/>
                        </wpg:cNvGrpSpPr>
                        <wpg:grpSpPr bwMode="auto">
                          <a:xfrm>
                            <a:off x="7780" y="10240"/>
                            <a:ext cx="1700" cy="433"/>
                            <a:chOff x="5785" y="10240"/>
                            <a:chExt cx="1700" cy="433"/>
                          </a:xfrm>
                        </wpg:grpSpPr>
                        <wps:wsp>
                          <wps:cNvPr id="16" name="Rectangle 72"/>
                          <wps:cNvSpPr>
                            <a:spLocks noChangeArrowheads="1"/>
                          </wps:cNvSpPr>
                          <wps:spPr bwMode="auto">
                            <a:xfrm>
                              <a:off x="5785" y="10240"/>
                              <a:ext cx="549" cy="3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B2B2B2"/>
                                  </a:solidFill>
                                </a14:hiddenFill>
                              </a:ext>
                            </a:extLst>
                          </wps:spPr>
                          <wps:bodyPr rot="0" vert="horz" wrap="square" lIns="91440" tIns="45720" rIns="91440" bIns="45720" anchor="t" anchorCtr="0" upright="1">
                            <a:noAutofit/>
                          </wps:bodyPr>
                        </wps:wsp>
                        <wps:wsp>
                          <wps:cNvPr id="34" name="Text Box 73"/>
                          <wps:cNvSpPr txBox="1">
                            <a:spLocks noChangeArrowheads="1"/>
                          </wps:cNvSpPr>
                          <wps:spPr bwMode="auto">
                            <a:xfrm>
                              <a:off x="6458" y="10304"/>
                              <a:ext cx="1027"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7694C" w:rsidRDefault="0027694C" w:rsidP="004677DC">
                                <w:pPr>
                                  <w:pStyle w:val="CUSTOMNormal"/>
                                  <w:tabs>
                                    <w:tab w:val="left" w:pos="392"/>
                                  </w:tabs>
                                  <w:rPr>
                                    <w:sz w:val="12"/>
                                    <w:szCs w:val="12"/>
                                  </w:rPr>
                                </w:pPr>
                                <w:r>
                                  <w:rPr>
                                    <w:sz w:val="12"/>
                                    <w:szCs w:val="12"/>
                                  </w:rPr>
                                  <w:t>Dotted grey line</w:t>
                                </w:r>
                              </w:p>
                              <w:p w:rsidR="0027694C" w:rsidRDefault="0027694C" w:rsidP="004677DC">
                                <w:pPr>
                                  <w:pStyle w:val="CUSTOMNormal"/>
                                  <w:tabs>
                                    <w:tab w:val="left" w:pos="392"/>
                                  </w:tabs>
                                  <w:rPr>
                                    <w:sz w:val="12"/>
                                    <w:szCs w:val="12"/>
                                  </w:rPr>
                                </w:pPr>
                                <w:r>
                                  <w:rPr>
                                    <w:sz w:val="12"/>
                                    <w:szCs w:val="12"/>
                                  </w:rPr>
                                  <w:t>= Outline of patch</w:t>
                                </w:r>
                              </w:p>
                              <w:p w:rsidR="0027694C" w:rsidRPr="00734451" w:rsidRDefault="0027694C" w:rsidP="004677DC">
                                <w:pPr>
                                  <w:pStyle w:val="CUSTOMNormal"/>
                                  <w:tabs>
                                    <w:tab w:val="left" w:pos="392"/>
                                  </w:tabs>
                                  <w:rPr>
                                    <w:sz w:val="12"/>
                                    <w:szCs w:val="12"/>
                                  </w:rPr>
                                </w:pPr>
                              </w:p>
                            </w:txbxContent>
                          </wps:txbx>
                          <wps:bodyPr rot="0" vert="horz" wrap="square" lIns="0" tIns="0" rIns="0" bIns="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76" o:spid="_x0000_s1030" style="position:absolute;margin-left:43.6pt;margin-top:-293.2pt;width:419.35pt;height:21.65pt;z-index:-251662336" coordorigin="1093,10240" coordsize="8387,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">
              <v:group id="Group 74" o:spid="_x0000_s1031" style="position:absolute;left:1093;top:10240;width:4480;height:433" coordorigin="1093,10240" coordsize="4480,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60" o:spid="_x0000_s1032" style="position:absolute;left:1093;top:10240;width:1671;height:433" coordorigin="1088,10239" coordsize="1671,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29" o:spid="_x0000_s1033" style="position:absolute;left:1088;top:10239;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uiYMEA&#10;AADaAAAADwAAAGRycy9kb3ducmV2LnhtbESP0WoCMRRE3wv+Q7iCL0WzuqWW1SgiCH0qrPUDLpvb&#10;zWJys2yiG//eFAp9HGbmDLPdJ2fFnYbQeVawXBQgiBuvO24VXL5P8w8QISJrtJ5JwYMC7HeTly1W&#10;2o9c0/0cW5EhHCpUYGLsKylDY8hhWPieOHs/fnAYsxxaqQccM9xZuSqKd+mw47xgsKejoeZ6vjkF&#10;r8EmZ+q2XNXrdDncRluWX1ap2TQdNiAipfgf/mt/agVv8Hsl3wC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omDBAAAA2gAAAA8AAAAAAAAAAAAAAAAAmAIAAGRycy9kb3du&#10;cmV2LnhtbFBLBQYAAAAABAAEAPUAAACGAwAAAAA=&#10;" filled="f" strokeweight=".5pt"/>
                  <v:shapetype id="_x0000_t202" coordsize="21600,21600" o:spt="202" path="m,l,21600r21600,l21600,xe">
                    <v:stroke joinstyle="miter"/>
                    <v:path gradientshapeok="t" o:connecttype="rect"/>
                  </v:shapetype>
                  <v:shape id="Text Box 30" o:spid="_x0000_s1034" type="#_x0000_t202" style="position:absolute;left:1761;top:10303;width:998;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bBz8UA&#10;AADaAAAADwAAAGRycy9kb3ducmV2LnhtbESPT0vDQBTE70K/w/IK3uymPRRJuy3SP+BBra0Kentm&#10;n0lo9m3YfU3Tb+8KQo/DzPyGmS9716iOQqw9GxiPMlDEhbc1lwbe37Z396CiIFtsPJOBC0VYLgY3&#10;c8ytP/OeuoOUKkE45migEmlzrWNRkcM48i1x8n58cChJhlLbgOcEd42eZNlUO6w5LVTY0qqi4ng4&#10;OQPNZwxP35l8devyWV53+vSxGb8YczvsH2aghHq5hv/bj9bAFP6upBu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NsHPxQAAANoAAAAPAAAAAAAAAAAAAAAAAJgCAABkcnMv&#10;ZG93bnJldi54bWxQSwUGAAAAAAQABAD1AAAAigMAAAAA&#10;" filled="f" stroked="f" strokeweight=".5pt">
                    <v:textbox inset="0,0,0,0">
                      <w:txbxContent>
                        <w:p w:rsidR="004677DC" w:rsidRDefault="004677DC" w:rsidP="004677DC">
                          <w:pPr>
                            <w:pStyle w:val="CUSTOMNormal"/>
                            <w:tabs>
                              <w:tab w:val="left" w:pos="392"/>
                            </w:tabs>
                            <w:rPr>
                              <w:sz w:val="12"/>
                              <w:szCs w:val="12"/>
                            </w:rPr>
                          </w:pPr>
                          <w:r w:rsidRPr="00734451">
                            <w:rPr>
                              <w:sz w:val="12"/>
                              <w:szCs w:val="12"/>
                            </w:rPr>
                            <w:t xml:space="preserve">Black </w:t>
                          </w:r>
                          <w:r w:rsidR="00244F78">
                            <w:rPr>
                              <w:sz w:val="12"/>
                              <w:szCs w:val="12"/>
                            </w:rPr>
                            <w:t xml:space="preserve">material </w:t>
                          </w:r>
                          <w:r w:rsidR="00244F78">
                            <w:rPr>
                              <w:sz w:val="12"/>
                              <w:szCs w:val="12"/>
                            </w:rPr>
                            <w:br/>
                            <w:t>= Plaque volume</w:t>
                          </w:r>
                        </w:p>
                        <w:p w:rsidR="00244F78" w:rsidRPr="00734451" w:rsidRDefault="00244F78" w:rsidP="004677DC">
                          <w:pPr>
                            <w:pStyle w:val="CUSTOMNormal"/>
                            <w:tabs>
                              <w:tab w:val="left" w:pos="392"/>
                            </w:tabs>
                            <w:rPr>
                              <w:sz w:val="12"/>
                              <w:szCs w:val="12"/>
                            </w:rPr>
                          </w:pPr>
                        </w:p>
                      </w:txbxContent>
                    </v:textbox>
                  </v:shape>
                </v:group>
                <v:group id="Group 64" o:spid="_x0000_s1035" style="position:absolute;left:3002;top:10240;width:2571;height:433" coordorigin="3002,10240" coordsize="2571,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62" o:spid="_x0000_s1036" style="position:absolute;left:3002;top:10240;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Wq2cEA&#10;AADaAAAADwAAAGRycy9kb3ducmV2LnhtbERPXWvCMBR9H/gfwhX2tqZuIFIbZQyFDRy6WvD12ty1&#10;Zc1Nl2Ra/fXmQdjj4Xzny8F04kTOt5YVTJIUBHFldcu1gnK/fpqB8AFZY2eZFFzIw3Ixesgx0/bM&#10;X3QqQi1iCPsMFTQh9JmUvmrIoE9sTxy5b+sMhghdLbXDcww3nXxO06k02HJsaLCnt4aqn+LPKHCr&#10;8rCattuX3eY3bK6zoT9+8odSj+PhdQ4i0BD+xXf3u1YQt8Yr8Qb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lqtnBAAAA2gAAAA8AAAAAAAAAAAAAAAAAmAIAAGRycy9kb3du&#10;cmV2LnhtbFBLBQYAAAAABAAEAPUAAACGAwAAAAA=&#10;" fillcolor="#b2b2b2" strokeweight=".5pt"/>
                  <v:shape id="Text Box 63" o:spid="_x0000_s1037" type="#_x0000_t202" style="position:absolute;left:3675;top:10304;width:1898;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lVvcUA&#10;AADaAAAADwAAAGRycy9kb3ducmV2LnhtbESPT2vCQBTE74V+h+UVeqsbPZSauopYBQ/9o7aF9vaa&#10;fU1Cs2/D7jPGb+8WBI/DzPyGmcx616iOQqw9GxgOMlDEhbc1lwY+3ld3D6CiIFtsPJOBI0WYTa+v&#10;Jphbf+AtdTspVYJwzNFAJdLmWseiIodx4Fvi5P364FCSDKW2AQ8J7ho9yrJ77bDmtFBhS4uKir/d&#10;3hlovmJ4/snku3sqX2Tzpvefy+GrMbc3/fwRlFAvl/C5vbYGxvB/Jd0APT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qVW9xQAAANoAAAAPAAAAAAAAAAAAAAAAAJgCAABkcnMv&#10;ZG93bnJldi54bWxQSwUGAAAAAAQABAD1AAAAigMAAAAA&#10;" filled="f" stroked="f" strokeweight=".5pt">
                    <v:textbox inset="0,0,0,0">
                      <w:txbxContent>
                        <w:p w:rsidR="00244F78" w:rsidRDefault="00244F78" w:rsidP="004677DC">
                          <w:pPr>
                            <w:pStyle w:val="CUSTOMNormal"/>
                            <w:tabs>
                              <w:tab w:val="left" w:pos="392"/>
                            </w:tabs>
                            <w:rPr>
                              <w:sz w:val="12"/>
                              <w:szCs w:val="12"/>
                            </w:rPr>
                          </w:pPr>
                          <w:r>
                            <w:rPr>
                              <w:sz w:val="12"/>
                              <w:szCs w:val="12"/>
                            </w:rPr>
                            <w:t>Medium grey fill throughout</w:t>
                          </w:r>
                        </w:p>
                        <w:p w:rsidR="00244F78" w:rsidRDefault="00244F78" w:rsidP="004677DC">
                          <w:pPr>
                            <w:pStyle w:val="CUSTOMNormal"/>
                            <w:tabs>
                              <w:tab w:val="left" w:pos="392"/>
                            </w:tabs>
                            <w:rPr>
                              <w:sz w:val="12"/>
                              <w:szCs w:val="12"/>
                            </w:rPr>
                          </w:pPr>
                          <w:r>
                            <w:rPr>
                              <w:sz w:val="12"/>
                              <w:szCs w:val="12"/>
                            </w:rPr>
                            <w:t>= Not imaged/Acoustic shadowing</w:t>
                          </w:r>
                        </w:p>
                        <w:p w:rsidR="00244F78" w:rsidRPr="00734451" w:rsidRDefault="00244F78" w:rsidP="004677DC">
                          <w:pPr>
                            <w:pStyle w:val="CUSTOMNormal"/>
                            <w:tabs>
                              <w:tab w:val="left" w:pos="392"/>
                            </w:tabs>
                            <w:rPr>
                              <w:sz w:val="12"/>
                              <w:szCs w:val="12"/>
                            </w:rPr>
                          </w:pPr>
                        </w:p>
                      </w:txbxContent>
                    </v:textbox>
                  </v:shape>
                </v:group>
              </v:group>
              <v:group id="Group 75" o:spid="_x0000_s1038" style="position:absolute;left:5785;top:10240;width:3695;height:433" coordorigin="5785,10240" coordsize="3695,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70" o:spid="_x0000_s1039" style="position:absolute;left:5785;top:10240;width:1700;height:433" coordorigin="5785,10240" coordsize="1700,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angle 66" o:spid="_x0000_s1040" style="position:absolute;left:5785;top:10240;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e0aMAA&#10;AADbAAAADwAAAGRycy9kb3ducmV2LnhtbERPS4vCMBC+L/gfwgje1lSRRapRRHbBg+D6ug/N2BST&#10;SW1i2/33m4UFb/PxPWe57p0VLTWh8qxgMs5AEBdeV1wquJy/3ucgQkTWaD2Tgh8KsF4N3paYa9/x&#10;kdpTLEUK4ZCjAhNjnUsZCkMOw9jXxIm7+cZhTLAppW6wS+HOymmWfUiHFacGgzVtDRX309MpKB/H&#10;/dXcZ5Pzods+nf08fDvbKjUa9psFiEh9fIn/3Tud5k/h75d0gF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he0aMAAAADbAAAADwAAAAAAAAAAAAAAAACYAgAAZHJzL2Rvd25y&#10;ZXYueG1sUEsFBgAAAAAEAAQA9QAAAIUDAAAAAA==&#10;" filled="f" fillcolor="#b2b2b2" strokeweight=".5pt"/>
                  <v:shape id="Text Box 67" o:spid="_x0000_s1041" type="#_x0000_t202" style="position:absolute;left:6458;top:10304;width:1027;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JPcMA&#10;AADbAAAADwAAAGRycy9kb3ducmV2LnhtbERPS2vCQBC+F/oflin0VjdaKJK6ilgFD32obaG9TbPT&#10;JDQ7G3bHGP+9WxC8zcf3nMmsd43qKMTas4HhIANFXHhbc2ng4311NwYVBdli45kMHCnCbHp9NcHc&#10;+gNvqdtJqVIIxxwNVCJtrnUsKnIYB74lTtyvDw4lwVBqG/CQwl2jR1n2oB3WnBoqbGlRUfG32zsD&#10;zVcMzz+ZfHdP5Yts3vT+czl8Neb2pp8/ghLq5SI+u9c2zb+H/1/SAXp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LJPcMAAADbAAAADwAAAAAAAAAAAAAAAACYAgAAZHJzL2Rv&#10;d25yZXYueG1sUEsFBgAAAAAEAAQA9QAAAIgDAAAAAA==&#10;" filled="f" stroked="f" strokeweight=".5pt">
                    <v:textbox inset="0,0,0,0">
                      <w:txbxContent>
                        <w:p w:rsidR="0027694C" w:rsidRDefault="0027694C" w:rsidP="004677DC">
                          <w:pPr>
                            <w:pStyle w:val="CUSTOMNormal"/>
                            <w:tabs>
                              <w:tab w:val="left" w:pos="392"/>
                            </w:tabs>
                            <w:rPr>
                              <w:sz w:val="12"/>
                              <w:szCs w:val="12"/>
                            </w:rPr>
                          </w:pPr>
                          <w:r>
                            <w:rPr>
                              <w:sz w:val="12"/>
                              <w:szCs w:val="12"/>
                            </w:rPr>
                            <w:t>Dashed green line</w:t>
                          </w:r>
                        </w:p>
                        <w:p w:rsidR="0027694C" w:rsidRDefault="0027694C" w:rsidP="004677DC">
                          <w:pPr>
                            <w:pStyle w:val="CUSTOMNormal"/>
                            <w:tabs>
                              <w:tab w:val="left" w:pos="392"/>
                            </w:tabs>
                            <w:rPr>
                              <w:sz w:val="12"/>
                              <w:szCs w:val="12"/>
                            </w:rPr>
                          </w:pPr>
                          <w:r>
                            <w:rPr>
                              <w:sz w:val="12"/>
                              <w:szCs w:val="12"/>
                            </w:rPr>
                            <w:t>= Stent</w:t>
                          </w:r>
                        </w:p>
                        <w:p w:rsidR="0027694C" w:rsidRPr="00734451" w:rsidRDefault="0027694C" w:rsidP="004677DC">
                          <w:pPr>
                            <w:pStyle w:val="CUSTOMNormal"/>
                            <w:tabs>
                              <w:tab w:val="left" w:pos="392"/>
                            </w:tabs>
                            <w:rPr>
                              <w:sz w:val="12"/>
                              <w:szCs w:val="12"/>
                            </w:rPr>
                          </w:pPr>
                        </w:p>
                      </w:txbxContent>
                    </v:textbox>
                  </v:shape>
                </v:group>
                <v:group id="Group 71" o:spid="_x0000_s1042" style="position:absolute;left:7780;top:10240;width:1700;height:433" coordorigin="5785,10240" coordsize="1700,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72" o:spid="_x0000_s1043" style="position:absolute;left:5785;top:10240;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4sHMEA&#10;AADbAAAADwAAAGRycy9kb3ducmV2LnhtbERPTWsCMRC9F/wPYQRvNWuxpaxGEbHgQbBqvQ+bcbOY&#10;TNZN3F3/vSkUepvH+5z5sndWtNSEyrOCyTgDQVx4XXGp4Of09foJIkRkjdYzKXhQgOVi8DLHXPuO&#10;D9QeYylSCIccFZgY61zKUBhyGMa+Jk7cxTcOY4JNKXWDXQp3Vr5l2Yd0WHFqMFjT2lBxPd6dgvJ2&#10;2J3NdTo57bv13dnN/tvZVqnRsF/NQETq47/4z73Vaf47/P6SDp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LBzBAAAA2wAAAA8AAAAAAAAAAAAAAAAAmAIAAGRycy9kb3du&#10;cmV2LnhtbFBLBQYAAAAABAAEAPUAAACGAwAAAAA=&#10;" filled="f" fillcolor="#b2b2b2" strokeweight=".5pt"/>
                  <v:shape id="Text Box 73" o:spid="_x0000_s1044" type="#_x0000_t202" style="position:absolute;left:6458;top:10304;width:1027;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VqpcMA&#10;AADbAAAADwAAAGRycy9kb3ducmV2LnhtbERPS0vDQBC+C/0PyxS82U17KJJ2W6QP8KDWVgW9jdkx&#10;Cc3Oht1pmv57VxB6m4/vOfNl7xrVUYi1ZwPjUQaKuPC25tLA+9v27h5UFGSLjWcycKEIy8XgZo65&#10;9WfeU3eQUqUQjjkaqETaXOtYVOQwjnxLnLgfHxxKgqHUNuA5hbtGT7Jsqh3WnBoqbGlVUXE8nJyB&#10;5jOGp+9Mvrp1+SyvO3362IxfjLkd9g8zUEK9XMX/7keb5k/h75d0gF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DVqpcMAAADbAAAADwAAAAAAAAAAAAAAAACYAgAAZHJzL2Rv&#10;d25yZXYueG1sUEsFBgAAAAAEAAQA9QAAAIgDAAAAAA==&#10;" filled="f" stroked="f" strokeweight=".5pt">
                    <v:textbox inset="0,0,0,0">
                      <w:txbxContent>
                        <w:p w:rsidR="0027694C" w:rsidRDefault="0027694C" w:rsidP="004677DC">
                          <w:pPr>
                            <w:pStyle w:val="CUSTOMNormal"/>
                            <w:tabs>
                              <w:tab w:val="left" w:pos="392"/>
                            </w:tabs>
                            <w:rPr>
                              <w:sz w:val="12"/>
                              <w:szCs w:val="12"/>
                            </w:rPr>
                          </w:pPr>
                          <w:r>
                            <w:rPr>
                              <w:sz w:val="12"/>
                              <w:szCs w:val="12"/>
                            </w:rPr>
                            <w:t>Dotted grey line</w:t>
                          </w:r>
                        </w:p>
                        <w:p w:rsidR="0027694C" w:rsidRDefault="0027694C" w:rsidP="004677DC">
                          <w:pPr>
                            <w:pStyle w:val="CUSTOMNormal"/>
                            <w:tabs>
                              <w:tab w:val="left" w:pos="392"/>
                            </w:tabs>
                            <w:rPr>
                              <w:sz w:val="12"/>
                              <w:szCs w:val="12"/>
                            </w:rPr>
                          </w:pPr>
                          <w:r>
                            <w:rPr>
                              <w:sz w:val="12"/>
                              <w:szCs w:val="12"/>
                            </w:rPr>
                            <w:t>= Outline of patch</w:t>
                          </w:r>
                        </w:p>
                        <w:p w:rsidR="0027694C" w:rsidRPr="00734451" w:rsidRDefault="0027694C" w:rsidP="004677DC">
                          <w:pPr>
                            <w:pStyle w:val="CUSTOMNormal"/>
                            <w:tabs>
                              <w:tab w:val="left" w:pos="392"/>
                            </w:tabs>
                            <w:rPr>
                              <w:sz w:val="12"/>
                              <w:szCs w:val="12"/>
                            </w:rPr>
                          </w:pPr>
                        </w:p>
                      </w:txbxContent>
                    </v:textbox>
                  </v:shape>
                </v:group>
              </v:group>
            </v:group>
          </w:pict>
        </mc:Fallback>
      </mc:AlternateContent>
    </w:r>
    <w:r>
      <w:rPr>
        <w:noProof/>
        <w:lang w:eastAsia="en-GB"/>
      </w:rPr>
      <w:drawing>
        <wp:anchor distT="0" distB="0" distL="114300" distR="114300" simplePos="0" relativeHeight="251655168" behindDoc="1" locked="1" layoutInCell="1" allowOverlap="1">
          <wp:simplePos x="0" y="0"/>
          <wp:positionH relativeFrom="page">
            <wp:posOffset>2881630</wp:posOffset>
          </wp:positionH>
          <wp:positionV relativeFrom="page">
            <wp:posOffset>9822180</wp:posOffset>
          </wp:positionV>
          <wp:extent cx="1764030" cy="50228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23A" w:rsidRDefault="0091523A" w:rsidP="005748E3">
      <w:r>
        <w:separator/>
      </w:r>
    </w:p>
  </w:footnote>
  <w:footnote w:type="continuationSeparator" w:id="0">
    <w:p w:rsidR="0091523A" w:rsidRDefault="0091523A" w:rsidP="00574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EF" w:rsidRDefault="00621781" w:rsidP="00F97841">
    <w:pPr>
      <w:pStyle w:val="CUSTOMHeaderSpacer"/>
    </w:pPr>
    <w:r>
      <w:rPr>
        <w:noProof/>
        <w:lang w:eastAsia="en-GB"/>
      </w:rPr>
      <mc:AlternateContent>
        <mc:Choice Requires="wpg">
          <w:drawing>
            <wp:anchor distT="0" distB="0" distL="114300" distR="114300" simplePos="0" relativeHeight="251660288"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8"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9"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Picture 5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52" o:spid="_x0000_s1026" style="position:absolute;margin-left:42.55pt;margin-top:45.95pt;width:510.6pt;height:80.1pt;z-index:-251656192;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nLjCAAAA2wAAAA8AAABkcnMvZG93bnJldi54bWxEj82KwjAUhfcDvkO4gptBU7sYajWKioKr&#10;gVFxfU2ubWlzU5pYO28/GRiY5eH8fJzVZrCN6KnzlWMF81kCglg7U3Gh4Ho5TjMQPiAbbByTgm/y&#10;sFmP3laYG/fiL+rPoRBxhH2OCsoQ2lxKr0uy6GeuJY7ew3UWQ5RdIU2HrzhuG5kmyYe0WHEklNjS&#10;viRdn582Qh78zJr39J7V18Pu85bpU19rpSbjYbsEEWgI/+G/9skoSBfw+yX+ALn+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85y4wgAAANsAAAAPAAAAAAAAAAAAAAAAAJ8C&#10;AABkcnMvZG93bnJldi54bWxQSwUGAAAAAAQABAD3AAAAjgMAAAAA&#10;">
                <v:imagedata r:id="rId3" o:title=""/>
              </v:shape>
              <v:shape id="Picture 54"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zLvBAAAA2wAAAA8AAABkcnMvZG93bnJldi54bWxET8tqwkAU3Qv9h+EK7szEKiLRUWxpinQh&#10;Jm33l8zNAzN30sw0xr/vLIQuD+e9O4ymFQP1rrGsYBHFIIgLqxuuFHx9pvMNCOeRNbaWScGdHBz2&#10;T5MdJtreOKMh95UIIewSVFB73yVSuqImgy6yHXHgStsb9AH2ldQ93kK4aeVzHK+lwYZDQ40dvdZU&#10;XPNfo6D8ScuPS+bx5X11zVffb+cLbc5KzabjcQvC0+j/xQ/3SStYhvXhS/gBcv8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K+zLvBAAAA2wAAAA8AAAAAAAAAAAAAAAAAnwIA&#10;AGRycy9kb3ducmV2LnhtbFBLBQYAAAAABAAEAPcAAACNAwAAAAA=&#10;">
                <v:imagedata r:id="rId4" o:title=""/>
              </v:shape>
              <w10:wrap anchorx="page" anchory="page"/>
              <w10:anchorlock/>
            </v:group>
          </w:pict>
        </mc:Fallback>
      </mc:AlternateContent>
    </w:r>
    <w:r>
      <w:rPr>
        <w:noProof/>
        <w:lang w:eastAsia="en-GB"/>
      </w:rPr>
      <w:drawing>
        <wp:anchor distT="0" distB="0" distL="114300" distR="114300" simplePos="0" relativeHeight="251658240" behindDoc="1" locked="1" layoutInCell="1" allowOverlap="1">
          <wp:simplePos x="0" y="0"/>
          <wp:positionH relativeFrom="page">
            <wp:posOffset>2880360</wp:posOffset>
          </wp:positionH>
          <wp:positionV relativeFrom="page">
            <wp:posOffset>9822180</wp:posOffset>
          </wp:positionV>
          <wp:extent cx="1764030" cy="502285"/>
          <wp:effectExtent l="0" t="0" r="7620" b="0"/>
          <wp:wrapNone/>
          <wp:docPr id="2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7216" behindDoc="1" locked="1" layoutInCell="1" allowOverlap="1">
              <wp:simplePos x="0" y="0"/>
              <wp:positionH relativeFrom="page">
                <wp:posOffset>540385</wp:posOffset>
              </wp:positionH>
              <wp:positionV relativeFrom="page">
                <wp:posOffset>10031095</wp:posOffset>
              </wp:positionV>
              <wp:extent cx="6480175" cy="288290"/>
              <wp:effectExtent l="0" t="1270" r="0" b="0"/>
              <wp:wrapNone/>
              <wp:docPr id="2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19EF" w:rsidRDefault="009F19EF" w:rsidP="009F19EF">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margin-left:42.55pt;margin-top:789.85pt;width:510.25pt;height:22.7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JwfrwIAAKs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" filled="f" stroked="f">
              <v:textbox inset="0,0,0,0">
                <w:txbxContent>
                  <w:p w:rsidR="009F19EF" w:rsidRDefault="009F19EF" w:rsidP="009F19EF">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E3" w:rsidRDefault="00621781">
    <w:pPr>
      <w:pStyle w:val="Header"/>
    </w:pPr>
    <w:r>
      <w:rPr>
        <w:noProof/>
        <w:lang w:eastAsia="en-GB"/>
      </w:rPr>
      <mc:AlternateContent>
        <mc:Choice Requires="wpg">
          <w:drawing>
            <wp:anchor distT="0" distB="0" distL="114300" distR="114300" simplePos="0" relativeHeight="251659264"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2"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4"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5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9" o:spid="_x0000_s1026" style="position:absolute;margin-left:42.55pt;margin-top:45.95pt;width:510.6pt;height:80.1pt;z-index:-251657216;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0"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yMybCAAAA2wAAAA8AAABkcnMvZG93bnJldi54bWxEj19rwjAUxd8Fv0O4A19kppYhpRplygY+&#10;DaZlz9fk2pY2N6WJtX77ZTDw8XD+/Dib3WhbMVDva8cKlosEBLF2puZSQXH+fM1A+IBssHVMCh7k&#10;YbedTjaYG3fnbxpOoRRxhH2OCqoQulxKryuy6BeuI47e1fUWQ5R9KU2P9zhuW5kmyUparDkSKuzo&#10;UJFuTjcbIVe+Ze08vWRN8bH/+sn0cWi0UrOX8X0NItAYnuH/9tEoSN/g70v8AX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8jMmwgAAANsAAAAPAAAAAAAAAAAAAAAAAJ8C&#10;AABkcnMvZG93bnJldi54bWxQSwUGAAAAAAQABAD3AAAAjgMAAAAA&#10;">
                <v:imagedata r:id="rId3" o:title=""/>
              </v:shape>
              <v:shape id="Picture 51"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f7DAAAA2wAAAA8AAABkcnMvZG93bnJldi54bWxEj0+LwjAUxO8LfofwBG9rqugi1Sgqq4gH&#10;0ar3R/P6B5uXbhO1fnuzsLDHYWZ+w8wWranEgxpXWlYw6EcgiFOrS84VXM6bzwkI55E1VpZJwYsc&#10;LOadjxnG2j75RI/E5yJA2MWooPC+jqV0aUEGXd/WxMHLbGPQB9nkUjf4DHBTyWEUfUmDJYeFAmta&#10;F5TekrtRkP1ssv3x5HG1Hd2S0fX7cKTJQalet11OQXhq/X/4r73TCoZj+P0SfoCcv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xD5/sMAAADbAAAADwAAAAAAAAAAAAAAAACf&#10;AgAAZHJzL2Rvd25yZXYueG1sUEsFBgAAAAAEAAQA9wAAAI8DAAAAAA==&#10;">
                <v:imagedata r:id="rId4" o:title=""/>
              </v:shape>
              <w10:wrap anchorx="page" anchory="page"/>
              <w10:anchorlock/>
            </v:group>
          </w:pict>
        </mc:Fallback>
      </mc:AlternateContent>
    </w:r>
    <w:r>
      <w:rPr>
        <w:noProof/>
        <w:lang w:eastAsia="en-GB"/>
      </w:rPr>
      <w:drawing>
        <wp:anchor distT="0" distB="0" distL="114300" distR="114300" simplePos="0" relativeHeight="251652096" behindDoc="0" locked="1" layoutInCell="1" allowOverlap="1">
          <wp:simplePos x="0" y="0"/>
          <wp:positionH relativeFrom="page">
            <wp:posOffset>638810</wp:posOffset>
          </wp:positionH>
          <wp:positionV relativeFrom="page">
            <wp:posOffset>3342640</wp:posOffset>
          </wp:positionV>
          <wp:extent cx="6184900" cy="2896870"/>
          <wp:effectExtent l="0" t="0" r="6350" b="0"/>
          <wp:wrapNone/>
          <wp:docPr id="23" name="Picture 23" descr="8B CAROTID ARTERY AND STENT revis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8B CAROTID ARTERY AND STENT revised"/>
                  <pic:cNvPicPr preferRelativeResize="0">
                    <a:picLocks noChangeArrowheads="1"/>
                  </pic:cNvPicPr>
                </pic:nvPicPr>
                <pic:blipFill>
                  <a:blip r:embed="rId5">
                    <a:extLst>
                      <a:ext uri="{28A0092B-C50C-407E-A947-70E740481C1C}">
                        <a14:useLocalDpi xmlns:a14="http://schemas.microsoft.com/office/drawing/2010/main" val="0"/>
                      </a:ext>
                    </a:extLst>
                  </a:blip>
                  <a:srcRect t="4044" b="23550"/>
                  <a:stretch>
                    <a:fillRect/>
                  </a:stretch>
                </pic:blipFill>
                <pic:spPr bwMode="auto">
                  <a:xfrm>
                    <a:off x="0" y="0"/>
                    <a:ext cx="6184900" cy="28968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6192" behindDoc="1" locked="1" layoutInCell="1" allowOverlap="1">
              <wp:simplePos x="0" y="0"/>
              <wp:positionH relativeFrom="page">
                <wp:posOffset>539750</wp:posOffset>
              </wp:positionH>
              <wp:positionV relativeFrom="page">
                <wp:posOffset>10029825</wp:posOffset>
              </wp:positionV>
              <wp:extent cx="6480175" cy="288290"/>
              <wp:effectExtent l="0" t="0" r="0" b="0"/>
              <wp:wrapNone/>
              <wp:docPr id="2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4909" w:rsidRDefault="005D4909" w:rsidP="002E04BC">
                          <w:pPr>
                            <w:pStyle w:val="CUSTOMFooterAddress"/>
                          </w:pPr>
                          <w:r>
                            <w:t>Vascular Lab | Main Outpatients</w:t>
                          </w:r>
                          <w:r w:rsidR="00226007">
                            <w:t xml:space="preserve">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42.5pt;margin-top:789.75pt;width:510.25pt;height:22.7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" filled="f" stroked="f">
              <v:textbox inset="0,0,0,0">
                <w:txbxContent>
                  <w:p w:rsidR="005D4909" w:rsidRDefault="005D4909" w:rsidP="002E04BC">
                    <w:pPr>
                      <w:pStyle w:val="CUSTOMFooterAddress"/>
                    </w:pPr>
                    <w:r>
                      <w:t>Vascular Lab | Main Outpatients</w:t>
                    </w:r>
                    <w:r w:rsidR="00226007">
                      <w:t xml:space="preserve"> Building | Level 1 | Lewisham Hospital | SE13 6LH | Ext: 3425</w:t>
                    </w:r>
                  </w:p>
                </w:txbxContent>
              </v:textbox>
              <w10:wrap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o:colormru v:ext="edit" colors="#ddd,silver,#b2b2b2"/>
      <o:colormenu v:ext="edit" fillcolor="none [3069]" strokecolor="none [306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23A"/>
    <w:rsid w:val="00030ECC"/>
    <w:rsid w:val="00033B0B"/>
    <w:rsid w:val="00053552"/>
    <w:rsid w:val="0006170F"/>
    <w:rsid w:val="00075B57"/>
    <w:rsid w:val="00094718"/>
    <w:rsid w:val="00096BBB"/>
    <w:rsid w:val="000B1F8C"/>
    <w:rsid w:val="000C302A"/>
    <w:rsid w:val="000D03AD"/>
    <w:rsid w:val="0014708E"/>
    <w:rsid w:val="00156E8E"/>
    <w:rsid w:val="00170A95"/>
    <w:rsid w:val="00186F8F"/>
    <w:rsid w:val="001A7AF4"/>
    <w:rsid w:val="001C2A3A"/>
    <w:rsid w:val="001C3912"/>
    <w:rsid w:val="002026FB"/>
    <w:rsid w:val="00210977"/>
    <w:rsid w:val="00226007"/>
    <w:rsid w:val="00233A5B"/>
    <w:rsid w:val="00244F78"/>
    <w:rsid w:val="002739C8"/>
    <w:rsid w:val="0027694C"/>
    <w:rsid w:val="002867C0"/>
    <w:rsid w:val="002932DD"/>
    <w:rsid w:val="002D613D"/>
    <w:rsid w:val="002D7122"/>
    <w:rsid w:val="002E04BC"/>
    <w:rsid w:val="002F5484"/>
    <w:rsid w:val="003121A5"/>
    <w:rsid w:val="00324212"/>
    <w:rsid w:val="00382C7D"/>
    <w:rsid w:val="003909B4"/>
    <w:rsid w:val="003A6622"/>
    <w:rsid w:val="00424B6F"/>
    <w:rsid w:val="004677DC"/>
    <w:rsid w:val="00477D62"/>
    <w:rsid w:val="00485A5D"/>
    <w:rsid w:val="004C122B"/>
    <w:rsid w:val="004E3E95"/>
    <w:rsid w:val="00525F48"/>
    <w:rsid w:val="00543410"/>
    <w:rsid w:val="00543DEF"/>
    <w:rsid w:val="005606F1"/>
    <w:rsid w:val="005630D9"/>
    <w:rsid w:val="005748E3"/>
    <w:rsid w:val="00587057"/>
    <w:rsid w:val="005947E5"/>
    <w:rsid w:val="00596D0F"/>
    <w:rsid w:val="00596EC0"/>
    <w:rsid w:val="005A4B71"/>
    <w:rsid w:val="005C197D"/>
    <w:rsid w:val="005D4909"/>
    <w:rsid w:val="005E594C"/>
    <w:rsid w:val="00621781"/>
    <w:rsid w:val="00624106"/>
    <w:rsid w:val="00632733"/>
    <w:rsid w:val="00643378"/>
    <w:rsid w:val="00644C5F"/>
    <w:rsid w:val="0067732A"/>
    <w:rsid w:val="00696B5A"/>
    <w:rsid w:val="006F0FED"/>
    <w:rsid w:val="007102C1"/>
    <w:rsid w:val="00804042"/>
    <w:rsid w:val="00813362"/>
    <w:rsid w:val="008262F7"/>
    <w:rsid w:val="00880184"/>
    <w:rsid w:val="0088193C"/>
    <w:rsid w:val="00893153"/>
    <w:rsid w:val="008B3BF4"/>
    <w:rsid w:val="008C4F7F"/>
    <w:rsid w:val="0091523A"/>
    <w:rsid w:val="00924EB0"/>
    <w:rsid w:val="009350DF"/>
    <w:rsid w:val="00942505"/>
    <w:rsid w:val="00943CA7"/>
    <w:rsid w:val="00945DD7"/>
    <w:rsid w:val="009540D3"/>
    <w:rsid w:val="00961297"/>
    <w:rsid w:val="009A0ECB"/>
    <w:rsid w:val="009A3EEC"/>
    <w:rsid w:val="009C12E1"/>
    <w:rsid w:val="009D4370"/>
    <w:rsid w:val="009E0202"/>
    <w:rsid w:val="009F19EF"/>
    <w:rsid w:val="009F70D4"/>
    <w:rsid w:val="00A04256"/>
    <w:rsid w:val="00A43026"/>
    <w:rsid w:val="00A46516"/>
    <w:rsid w:val="00A62728"/>
    <w:rsid w:val="00A90F95"/>
    <w:rsid w:val="00AA2AD4"/>
    <w:rsid w:val="00AB7058"/>
    <w:rsid w:val="00B35F22"/>
    <w:rsid w:val="00B415C1"/>
    <w:rsid w:val="00B734E8"/>
    <w:rsid w:val="00B87660"/>
    <w:rsid w:val="00C157F3"/>
    <w:rsid w:val="00C64AE2"/>
    <w:rsid w:val="00CB3119"/>
    <w:rsid w:val="00CC6795"/>
    <w:rsid w:val="00CE6813"/>
    <w:rsid w:val="00D065FF"/>
    <w:rsid w:val="00D35CC3"/>
    <w:rsid w:val="00D94904"/>
    <w:rsid w:val="00DC01AB"/>
    <w:rsid w:val="00DC5770"/>
    <w:rsid w:val="00DD0B20"/>
    <w:rsid w:val="00E32912"/>
    <w:rsid w:val="00E339E8"/>
    <w:rsid w:val="00E4100D"/>
    <w:rsid w:val="00E463E3"/>
    <w:rsid w:val="00ED45C7"/>
    <w:rsid w:val="00EE5554"/>
    <w:rsid w:val="00F028B5"/>
    <w:rsid w:val="00F02F77"/>
    <w:rsid w:val="00F071E8"/>
    <w:rsid w:val="00F16C76"/>
    <w:rsid w:val="00F241B1"/>
    <w:rsid w:val="00F26EC5"/>
    <w:rsid w:val="00F304AB"/>
    <w:rsid w:val="00F3457B"/>
    <w:rsid w:val="00F3756B"/>
    <w:rsid w:val="00F97841"/>
    <w:rsid w:val="00FB6C7C"/>
    <w:rsid w:val="00FB73E0"/>
    <w:rsid w:val="00FE1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ddd,silver,#b2b2b2"/>
      <o:colormenu v:ext="edit" fillcolor="none [3069]" strokecolor="none [306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23A"/>
    <w:rPr>
      <w:rFonts w:ascii="Arial" w:eastAsia="Times New Roman" w:hAnsi="Arial"/>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C157F3"/>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rPr>
      <w:rFonts w:ascii="Segoe UI" w:eastAsia="Calibri" w:hAnsi="Segoe UI" w:cs="Segoe UI"/>
      <w:sz w:val="18"/>
      <w:szCs w:val="18"/>
      <w:lang w:val="en-GB"/>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23A"/>
    <w:rPr>
      <w:rFonts w:ascii="Arial" w:eastAsia="Times New Roman" w:hAnsi="Arial"/>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C157F3"/>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rPr>
      <w:rFonts w:ascii="Segoe UI" w:eastAsia="Calibri" w:hAnsi="Segoe UI" w:cs="Segoe UI"/>
      <w:sz w:val="18"/>
      <w:szCs w:val="18"/>
      <w:lang w:val="en-GB"/>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6.png"/><Relationship Id="rId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UHLCFS4.uhl.nhs.uk\Shared\VSL\VSL%20Docs\Templates\Templates%202019%20Final\Carotid%20and%20Vertebral%20Arte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Carotid and Vertebral Artery</Template>
  <TotalTime>26</TotalTime>
  <Pages>2</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Lewisham Hospital</Company>
  <LinksUpToDate>false</LinksUpToDate>
  <CharactersWithSpaces>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Sims</dc:creator>
  <cp:lastModifiedBy>Daniel Sims</cp:lastModifiedBy>
  <cp:revision>4</cp:revision>
  <cp:lastPrinted>2019-08-29T11:03:00Z</cp:lastPrinted>
  <dcterms:created xsi:type="dcterms:W3CDTF">2019-08-29T10:37:00Z</dcterms:created>
  <dcterms:modified xsi:type="dcterms:W3CDTF">2019-10-15T13:41:00Z</dcterms:modified>
</cp:coreProperties>
</file>